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54" w:rsidRDefault="006E2554" w:rsidP="006E25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             «</w:t>
      </w:r>
      <w:r w:rsidR="00024794" w:rsidRPr="009367C4">
        <w:rPr>
          <w:rFonts w:ascii="Times New Roman" w:hAnsi="Times New Roman" w:cs="Times New Roman"/>
          <w:sz w:val="27"/>
          <w:szCs w:val="27"/>
        </w:rPr>
        <w:t>УТВЕРЖДЕНЫ</w:t>
      </w:r>
      <w:r>
        <w:rPr>
          <w:rFonts w:ascii="Times New Roman" w:hAnsi="Times New Roman" w:cs="Times New Roman"/>
          <w:sz w:val="27"/>
          <w:szCs w:val="27"/>
        </w:rPr>
        <w:t xml:space="preserve">»               </w:t>
      </w:r>
    </w:p>
    <w:p w:rsidR="00024794" w:rsidRDefault="006E2554" w:rsidP="006E25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</w:t>
      </w:r>
      <w:r w:rsidR="00024794" w:rsidRPr="009367C4">
        <w:rPr>
          <w:rFonts w:ascii="Times New Roman" w:hAnsi="Times New Roman" w:cs="Times New Roman"/>
          <w:sz w:val="27"/>
          <w:szCs w:val="27"/>
        </w:rPr>
        <w:t xml:space="preserve">Решением Думы </w:t>
      </w:r>
      <w:proofErr w:type="gramStart"/>
      <w:r w:rsidR="00024794" w:rsidRPr="009367C4">
        <w:rPr>
          <w:rFonts w:ascii="Times New Roman" w:hAnsi="Times New Roman" w:cs="Times New Roman"/>
          <w:sz w:val="27"/>
          <w:szCs w:val="27"/>
        </w:rPr>
        <w:t>Кировского</w:t>
      </w:r>
      <w:proofErr w:type="gramEnd"/>
      <w:r w:rsidR="00024794" w:rsidRPr="009367C4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24794" w:rsidRPr="009367C4" w:rsidRDefault="006E2554" w:rsidP="006E2554">
      <w:pPr>
        <w:widowControl w:val="0"/>
        <w:autoSpaceDE w:val="0"/>
        <w:autoSpaceDN w:val="0"/>
        <w:adjustRightInd w:val="0"/>
        <w:spacing w:after="0"/>
        <w:ind w:left="8494"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024794" w:rsidRPr="009367C4">
        <w:rPr>
          <w:rFonts w:ascii="Times New Roman" w:hAnsi="Times New Roman" w:cs="Times New Roman"/>
          <w:sz w:val="27"/>
          <w:szCs w:val="27"/>
        </w:rPr>
        <w:t>муниципального района</w:t>
      </w:r>
    </w:p>
    <w:p w:rsidR="00024794" w:rsidRPr="006E2554" w:rsidRDefault="006E2554" w:rsidP="006E2554">
      <w:pPr>
        <w:pStyle w:val="ConsPlusTitlePage"/>
        <w:ind w:left="9204"/>
        <w:rPr>
          <w:rFonts w:ascii="Times New Roman" w:hAnsi="Times New Roman" w:cs="Times New Roman"/>
          <w:i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</w:rPr>
        <w:t xml:space="preserve">       от </w:t>
      </w:r>
      <w:r w:rsidRPr="006E2554">
        <w:rPr>
          <w:rFonts w:ascii="Times New Roman" w:hAnsi="Times New Roman" w:cs="Times New Roman"/>
          <w:i/>
          <w:sz w:val="27"/>
          <w:szCs w:val="27"/>
          <w:u w:val="single"/>
        </w:rPr>
        <w:t>20 декабря</w:t>
      </w:r>
      <w:r>
        <w:rPr>
          <w:rFonts w:ascii="Times New Roman" w:hAnsi="Times New Roman" w:cs="Times New Roman"/>
          <w:sz w:val="27"/>
          <w:szCs w:val="27"/>
        </w:rPr>
        <w:t xml:space="preserve"> 20</w:t>
      </w:r>
      <w:r w:rsidRPr="006E2554">
        <w:rPr>
          <w:rFonts w:ascii="Times New Roman" w:hAnsi="Times New Roman" w:cs="Times New Roman"/>
          <w:i/>
          <w:sz w:val="27"/>
          <w:szCs w:val="27"/>
          <w:u w:val="single"/>
        </w:rPr>
        <w:t>18</w:t>
      </w:r>
      <w:r>
        <w:rPr>
          <w:rFonts w:ascii="Times New Roman" w:hAnsi="Times New Roman" w:cs="Times New Roman"/>
          <w:sz w:val="27"/>
          <w:szCs w:val="27"/>
        </w:rPr>
        <w:t xml:space="preserve"> года № </w:t>
      </w:r>
      <w:r w:rsidRPr="006E2554">
        <w:rPr>
          <w:rFonts w:ascii="Times New Roman" w:hAnsi="Times New Roman" w:cs="Times New Roman"/>
          <w:i/>
          <w:sz w:val="27"/>
          <w:szCs w:val="27"/>
          <w:u w:val="single"/>
        </w:rPr>
        <w:t>430 – 164 НПА</w:t>
      </w:r>
    </w:p>
    <w:p w:rsidR="003659F8" w:rsidRPr="003659F8" w:rsidRDefault="003659F8" w:rsidP="003659F8">
      <w:pPr>
        <w:spacing w:after="0" w:line="240" w:lineRule="auto"/>
        <w:ind w:left="1132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5D2" w:rsidRPr="001C765B" w:rsidRDefault="00DC15D2" w:rsidP="00F81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Предельные (минимальные и (или) максимальные) размеры земельных участков и</w:t>
      </w:r>
    </w:p>
    <w:p w:rsidR="00DC15D2" w:rsidRDefault="00DC15D2" w:rsidP="00F81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предельные параметры разрешенного строительства, реконструкции объектов</w:t>
      </w:r>
      <w:r w:rsidR="00DB5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C7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капитального строительства</w:t>
      </w:r>
      <w:r w:rsidR="00DB5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706A" w:rsidRPr="001C765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ХВИЩАНСКОГО СЕЛЬСКОГО ПОСЕЛЕНИЯ</w:t>
      </w:r>
      <w:r w:rsidR="009B706A" w:rsidRPr="009B70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Кировского муниципального района</w:t>
      </w:r>
      <w:r w:rsidR="009B70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0A331B" w:rsidRPr="000A331B" w:rsidRDefault="000A331B" w:rsidP="00F81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778"/>
        <w:gridCol w:w="7512"/>
        <w:gridCol w:w="1986"/>
      </w:tblGrid>
      <w:tr w:rsidR="001572CC" w:rsidRPr="00F8172D" w:rsidTr="00783C4A">
        <w:tc>
          <w:tcPr>
            <w:tcW w:w="5778" w:type="dxa"/>
            <w:vAlign w:val="center"/>
          </w:tcPr>
          <w:p w:rsidR="001572CC" w:rsidRPr="00892A47" w:rsidRDefault="001572CC" w:rsidP="00157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A47">
              <w:rPr>
                <w:rFonts w:ascii="Times New Roman" w:hAnsi="Times New Roman" w:cs="Times New Roman"/>
                <w:sz w:val="20"/>
                <w:szCs w:val="20"/>
              </w:rPr>
              <w:t>Назначение территориальной зоны/виды разрешенного использования</w:t>
            </w:r>
            <w:r w:rsidR="0014586C" w:rsidRPr="00892A47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кода согласно классификатору видов разрешенного использования земельных участков</w:t>
            </w:r>
          </w:p>
        </w:tc>
        <w:tc>
          <w:tcPr>
            <w:tcW w:w="7512" w:type="dxa"/>
            <w:vAlign w:val="center"/>
          </w:tcPr>
          <w:p w:rsidR="001572CC" w:rsidRPr="00892A47" w:rsidRDefault="001572CC" w:rsidP="00157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A47">
              <w:rPr>
                <w:rFonts w:ascii="Times New Roman" w:hAnsi="Times New Roman" w:cs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986" w:type="dxa"/>
            <w:vAlign w:val="center"/>
          </w:tcPr>
          <w:p w:rsidR="001572CC" w:rsidRPr="00892A47" w:rsidRDefault="001572CC" w:rsidP="00157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A47">
              <w:rPr>
                <w:rFonts w:ascii="Times New Roman" w:hAnsi="Times New Roman" w:cs="Times New Roman"/>
                <w:sz w:val="20"/>
                <w:szCs w:val="20"/>
              </w:rPr>
              <w:t>Значение параметра</w:t>
            </w:r>
          </w:p>
        </w:tc>
      </w:tr>
      <w:tr w:rsidR="009B706A" w:rsidTr="009B706A">
        <w:tc>
          <w:tcPr>
            <w:tcW w:w="15276" w:type="dxa"/>
            <w:gridSpan w:val="3"/>
          </w:tcPr>
          <w:p w:rsidR="009B706A" w:rsidRDefault="009B706A" w:rsidP="009B706A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ЗОНЫ ЖИЛОЙ ЗАСТРОЙКИ</w:t>
            </w:r>
          </w:p>
        </w:tc>
      </w:tr>
      <w:tr w:rsidR="009B706A" w:rsidRPr="00F8172D" w:rsidTr="009B706A">
        <w:tc>
          <w:tcPr>
            <w:tcW w:w="5778" w:type="dxa"/>
            <w:vMerge w:val="restart"/>
          </w:tcPr>
          <w:p w:rsidR="009B706A" w:rsidRDefault="009B706A" w:rsidP="009B7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ED4">
              <w:rPr>
                <w:rFonts w:ascii="Times New Roman" w:hAnsi="Times New Roman" w:cs="Times New Roman"/>
                <w:b/>
                <w:sz w:val="24"/>
                <w:szCs w:val="24"/>
              </w:rPr>
              <w:t>Для индивидуального жилищного строительства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2D">
              <w:rPr>
                <w:rFonts w:ascii="Times New Roman" w:hAnsi="Times New Roman" w:cs="Times New Roman"/>
                <w:sz w:val="24"/>
                <w:szCs w:val="24"/>
              </w:rPr>
              <w:t>ля индивидуального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(2.1)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AC8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(2.1.1)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жилой застройки (2.7)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гаражного хранения (2.7.1)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 (3.5.1)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культурное развитие (3.6)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:rsidR="009B706A" w:rsidRPr="00F8172D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(4.6)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(5.1)</w:t>
            </w:r>
          </w:p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7512" w:type="dxa"/>
          </w:tcPr>
          <w:p w:rsidR="009B706A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максимальные)</w:t>
            </w:r>
            <w:r w:rsidR="000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земельных участков,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площадь: </w:t>
            </w:r>
          </w:p>
          <w:p w:rsidR="009B706A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земельных участков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(минимальный размер по фронту застройки со стороны улиц):</w:t>
            </w:r>
          </w:p>
          <w:p w:rsidR="009B706A" w:rsidRPr="00F8172D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земельных участко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6" w:type="dxa"/>
          </w:tcPr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FE53CE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53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3659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706A" w:rsidRPr="00F8172D" w:rsidRDefault="00FE53CE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B706A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="009B706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3659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706A" w:rsidRPr="00F8172D" w:rsidTr="009B706A">
        <w:tc>
          <w:tcPr>
            <w:tcW w:w="5778" w:type="dxa"/>
            <w:vMerge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определения мест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размещения зданий, строений, сооружений, за пределами которых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запрещено строительство зданий, строений, сооружений</w:t>
            </w:r>
          </w:p>
        </w:tc>
        <w:tc>
          <w:tcPr>
            <w:tcW w:w="1986" w:type="dxa"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</w:t>
            </w:r>
          </w:p>
        </w:tc>
      </w:tr>
      <w:tr w:rsidR="009B706A" w:rsidRPr="00F8172D" w:rsidTr="009B706A">
        <w:trPr>
          <w:trHeight w:val="285"/>
        </w:trPr>
        <w:tc>
          <w:tcPr>
            <w:tcW w:w="5778" w:type="dxa"/>
            <w:vMerge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</w:t>
            </w:r>
            <w:r w:rsidR="0036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зданий, строений, сооружений </w:t>
            </w:r>
          </w:p>
        </w:tc>
        <w:tc>
          <w:tcPr>
            <w:tcW w:w="1986" w:type="dxa"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706A" w:rsidTr="009B706A">
        <w:trPr>
          <w:trHeight w:val="251"/>
        </w:trPr>
        <w:tc>
          <w:tcPr>
            <w:tcW w:w="5778" w:type="dxa"/>
            <w:vMerge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B706A" w:rsidRPr="00F8172D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1986" w:type="dxa"/>
          </w:tcPr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</w:t>
            </w:r>
          </w:p>
        </w:tc>
      </w:tr>
      <w:tr w:rsidR="009B706A" w:rsidRPr="00F8172D" w:rsidTr="009B706A">
        <w:tc>
          <w:tcPr>
            <w:tcW w:w="5778" w:type="dxa"/>
            <w:vMerge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пределяемый как отношение суммарной площади земельного участка, которая может быть застроена, ко всей площади земельного участка </w:t>
            </w:r>
          </w:p>
        </w:tc>
        <w:tc>
          <w:tcPr>
            <w:tcW w:w="1986" w:type="dxa"/>
          </w:tcPr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</w:tr>
      <w:tr w:rsidR="009B706A" w:rsidRPr="00F8172D" w:rsidTr="009B706A">
        <w:tc>
          <w:tcPr>
            <w:tcW w:w="5778" w:type="dxa"/>
            <w:vMerge w:val="restart"/>
          </w:tcPr>
          <w:p w:rsidR="009B706A" w:rsidRDefault="009B706A" w:rsidP="009B7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AC8">
              <w:rPr>
                <w:rFonts w:ascii="Times New Roman" w:hAnsi="Times New Roman" w:cs="Times New Roman"/>
                <w:b/>
                <w:sz w:val="24"/>
                <w:szCs w:val="24"/>
              </w:rPr>
              <w:t>Для ведения личного подсобного хозяйства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C8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(2.2)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жилой застройки (2.7)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гаражного хранения (2.7.1)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обслуживание (3.2)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 (3.5.1)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культурное развитие (3.6)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:rsidR="009B706A" w:rsidRPr="00F8172D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(4.6)</w:t>
            </w: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(5.1)</w:t>
            </w:r>
          </w:p>
          <w:p w:rsidR="009B706A" w:rsidRPr="00311AC8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7512" w:type="dxa"/>
          </w:tcPr>
          <w:p w:rsidR="009B706A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(минимальные и (или) максимальные</w:t>
            </w:r>
            <w:proofErr w:type="gramStart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)р</w:t>
            </w:r>
            <w:proofErr w:type="gramEnd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азмеры земельных участков,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площадь: </w:t>
            </w:r>
          </w:p>
          <w:p w:rsidR="009B706A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(минимальный размер по фронту застройки со стороны улиц):</w:t>
            </w:r>
          </w:p>
          <w:p w:rsidR="009B706A" w:rsidRPr="00F8172D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м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аксимальная площадь земельных участков</w:t>
            </w:r>
          </w:p>
        </w:tc>
        <w:tc>
          <w:tcPr>
            <w:tcW w:w="1986" w:type="dxa"/>
          </w:tcPr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FE53CE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  <w:p w:rsidR="009B706A" w:rsidRDefault="00FE53CE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706A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="009B706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9B706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9B706A" w:rsidRPr="00F8172D" w:rsidTr="009B706A">
        <w:tc>
          <w:tcPr>
            <w:tcW w:w="5778" w:type="dxa"/>
            <w:vMerge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86" w:type="dxa"/>
          </w:tcPr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tr w:rsidR="009B706A" w:rsidRPr="00F8172D" w:rsidTr="009B706A">
        <w:trPr>
          <w:trHeight w:val="318"/>
        </w:trPr>
        <w:tc>
          <w:tcPr>
            <w:tcW w:w="5778" w:type="dxa"/>
            <w:vMerge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</w:t>
            </w:r>
            <w:r w:rsidR="0036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зданий, строений, сооружений </w:t>
            </w:r>
          </w:p>
        </w:tc>
        <w:tc>
          <w:tcPr>
            <w:tcW w:w="1986" w:type="dxa"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706A" w:rsidTr="009B706A">
        <w:trPr>
          <w:trHeight w:val="268"/>
        </w:trPr>
        <w:tc>
          <w:tcPr>
            <w:tcW w:w="5778" w:type="dxa"/>
            <w:vMerge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B706A" w:rsidRPr="00F8172D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1986" w:type="dxa"/>
          </w:tcPr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</w:t>
            </w:r>
          </w:p>
        </w:tc>
      </w:tr>
      <w:tr w:rsidR="009B706A" w:rsidTr="009B706A">
        <w:trPr>
          <w:trHeight w:val="274"/>
        </w:trPr>
        <w:tc>
          <w:tcPr>
            <w:tcW w:w="5778" w:type="dxa"/>
            <w:vMerge/>
          </w:tcPr>
          <w:p w:rsidR="009B706A" w:rsidRPr="00F8172D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B706A" w:rsidRPr="00F8172D" w:rsidRDefault="009B706A" w:rsidP="009B70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отношение суммарной площади земельного участка, которая может быть застроена, ко всей площади земельного участка </w:t>
            </w:r>
          </w:p>
        </w:tc>
        <w:tc>
          <w:tcPr>
            <w:tcW w:w="1986" w:type="dxa"/>
          </w:tcPr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6A" w:rsidRDefault="009B706A" w:rsidP="009B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9A6EF8" w:rsidRPr="005A5773" w:rsidTr="00FE53CE">
        <w:tc>
          <w:tcPr>
            <w:tcW w:w="15276" w:type="dxa"/>
            <w:gridSpan w:val="3"/>
          </w:tcPr>
          <w:p w:rsidR="009A6EF8" w:rsidRDefault="009A6EF8" w:rsidP="00FE53C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ОБЩЕСТВЕННО-ДЕЛОВЫЕ </w:t>
            </w:r>
            <w:r w:rsidRPr="00C30EC2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  <w:p w:rsidR="009A6EF8" w:rsidRPr="005A5773" w:rsidRDefault="009A6EF8" w:rsidP="00FE53C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773">
              <w:rPr>
                <w:rFonts w:ascii="Times New Roman" w:hAnsi="Times New Roman" w:cs="Times New Roman"/>
                <w:b/>
                <w:sz w:val="24"/>
                <w:szCs w:val="24"/>
              </w:rPr>
              <w:t>(общественное использование объектов капитального строительства, предпринимательство)</w:t>
            </w:r>
          </w:p>
        </w:tc>
      </w:tr>
      <w:tr w:rsidR="009A6EF8" w:rsidRPr="00F8172D" w:rsidTr="00FE53CE">
        <w:tc>
          <w:tcPr>
            <w:tcW w:w="5778" w:type="dxa"/>
            <w:vMerge w:val="restart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(3.2)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обслуживание(3.3)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мбулаторно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-поликлиническое обслуживание(3.4.1)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нарное медицинское обслуживание (3.4.2)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ошкольное, начальное и среднее общее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(3.5.1)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реднее и высшее профессиональное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бразование(3.5.2)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елигиозное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использование(3.7)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управление(3.8)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научной деятельности(3.9)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мбулаторное ветеринар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обслуживание(3.10.1)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управление (4.1)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бъекты торговли (торговые центры, торгово-</w:t>
            </w:r>
            <w:proofErr w:type="gramEnd"/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влекательные центры (комплексы)</w:t>
            </w:r>
            <w:r w:rsidR="00B2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(4.2)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рынки(4.3)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магазины(4.4)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овская и страховая деятельность (4.5)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гостиничное обслуживание(4.7)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развлечения(4.8)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 (4.9)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-ярморочная деятельность (4.10)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беспечение внутреннего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равопорядка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(8.3)</w:t>
            </w:r>
          </w:p>
        </w:tc>
        <w:tc>
          <w:tcPr>
            <w:tcW w:w="7512" w:type="dxa"/>
          </w:tcPr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(минимальный размер по фронту застройки со стороны улиц)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A417F2" w:rsidRDefault="00A417F2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щадь земельных участков</w:t>
            </w:r>
          </w:p>
        </w:tc>
        <w:tc>
          <w:tcPr>
            <w:tcW w:w="1986" w:type="dxa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A417F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  <w:p w:rsidR="009A6EF8" w:rsidRDefault="00A417F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 заданию на проектирование</w:t>
            </w:r>
          </w:p>
          <w:p w:rsidR="009A6EF8" w:rsidRPr="00F8172D" w:rsidRDefault="00A417F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17F2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9A6EF8" w:rsidRPr="00F8172D" w:rsidTr="00FE53CE"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Pr="00F8172D" w:rsidRDefault="00A417F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9A6EF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 красной линии)</w:t>
            </w:r>
          </w:p>
        </w:tc>
      </w:tr>
      <w:tr w:rsidR="009A6EF8" w:rsidRPr="00F8172D" w:rsidTr="00FE53CE">
        <w:trPr>
          <w:trHeight w:val="285"/>
        </w:trPr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строений, сооружений</w:t>
            </w:r>
          </w:p>
        </w:tc>
        <w:tc>
          <w:tcPr>
            <w:tcW w:w="1986" w:type="dxa"/>
          </w:tcPr>
          <w:p w:rsidR="009A6EF8" w:rsidRPr="00F8172D" w:rsidRDefault="00A417F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7F2">
              <w:rPr>
                <w:rFonts w:ascii="Times New Roman" w:hAnsi="Times New Roman" w:cs="Times New Roman"/>
                <w:sz w:val="24"/>
                <w:szCs w:val="24"/>
              </w:rPr>
              <w:t>- по заданию на проектирование</w:t>
            </w:r>
          </w:p>
        </w:tc>
      </w:tr>
      <w:tr w:rsidR="009A6EF8" w:rsidTr="00FE53CE">
        <w:trPr>
          <w:trHeight w:val="268"/>
        </w:trPr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даний, строений, сооружений </w:t>
            </w:r>
          </w:p>
        </w:tc>
        <w:tc>
          <w:tcPr>
            <w:tcW w:w="1986" w:type="dxa"/>
          </w:tcPr>
          <w:p w:rsidR="009A6EF8" w:rsidRDefault="00A417F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заданию на проектирование</w:t>
            </w:r>
          </w:p>
        </w:tc>
      </w:tr>
      <w:tr w:rsidR="009A6EF8" w:rsidRPr="00F8172D" w:rsidTr="00FE53CE"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3C029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A6EF8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аксимальный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6EF8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      </w:r>
          </w:p>
        </w:tc>
        <w:tc>
          <w:tcPr>
            <w:tcW w:w="1986" w:type="dxa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Pr="00F8172D" w:rsidRDefault="00A417F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50-60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6EF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точняется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заданию на проектирование</w:t>
            </w:r>
          </w:p>
        </w:tc>
      </w:tr>
      <w:tr w:rsidR="009A6EF8" w:rsidRPr="00F8172D" w:rsidTr="00FE53CE">
        <w:tc>
          <w:tcPr>
            <w:tcW w:w="15276" w:type="dxa"/>
            <w:gridSpan w:val="3"/>
          </w:tcPr>
          <w:p w:rsidR="009A6EF8" w:rsidRPr="00F8172D" w:rsidRDefault="009A6EF8" w:rsidP="00FE53C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67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 ПРОИЗВОДСТВЕННОЙ ДЕЯТЕЛЬНОСТИ</w:t>
            </w:r>
          </w:p>
        </w:tc>
      </w:tr>
      <w:tr w:rsidR="009A6EF8" w:rsidRPr="00F8172D" w:rsidTr="00FE53CE">
        <w:tc>
          <w:tcPr>
            <w:tcW w:w="5778" w:type="dxa"/>
            <w:vMerge w:val="restart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Производственные объекты </w:t>
            </w:r>
            <w:r w:rsidRPr="008E5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8E5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  <w:r w:rsidR="00A41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опасности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 (4.9)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недропользование (6.1)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промышленность(6.3)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промышленность(6.4)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нефтехимическая промышленность(6.5)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троительная промышленность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(6.6)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энергетика (6.7)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(6.9)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целлюлозно-бумажная промышленность (6.11)</w:t>
            </w: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7512" w:type="dxa"/>
          </w:tcPr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максимальные)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участков, в том числе их площадь: 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земельных 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стков 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земельных участков </w:t>
            </w:r>
          </w:p>
        </w:tc>
        <w:tc>
          <w:tcPr>
            <w:tcW w:w="1986" w:type="dxa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  <w:p w:rsidR="009A6EF8" w:rsidRDefault="0072170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6EF8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="009A6EF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3C0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установлена</w:t>
            </w:r>
            <w:proofErr w:type="gramEnd"/>
          </w:p>
        </w:tc>
      </w:tr>
      <w:tr w:rsidR="009A6EF8" w:rsidRPr="00F8172D" w:rsidTr="00FE53CE"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86" w:type="dxa"/>
          </w:tcPr>
          <w:p w:rsidR="009A6EF8" w:rsidRPr="00F8172D" w:rsidRDefault="0072170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учётом сложившихся условий, норм градостроительного проектирования </w:t>
            </w:r>
          </w:p>
        </w:tc>
      </w:tr>
      <w:tr w:rsidR="009A6EF8" w:rsidRPr="00F8172D" w:rsidTr="00FE53CE">
        <w:trPr>
          <w:trHeight w:val="285"/>
        </w:trPr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</w:t>
            </w:r>
            <w:r w:rsidR="003C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зданий, строений, сооружений </w:t>
            </w:r>
          </w:p>
        </w:tc>
        <w:tc>
          <w:tcPr>
            <w:tcW w:w="1986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9A6EF8" w:rsidRPr="00F8172D" w:rsidTr="00FE53CE">
        <w:trPr>
          <w:trHeight w:val="318"/>
        </w:trPr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1986" w:type="dxa"/>
          </w:tcPr>
          <w:p w:rsidR="009A6EF8" w:rsidRPr="00F8172D" w:rsidRDefault="0072170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0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21702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</w:tr>
      <w:tr w:rsidR="009A6EF8" w:rsidRPr="00F8172D" w:rsidTr="00FE53CE">
        <w:trPr>
          <w:trHeight w:val="770"/>
        </w:trPr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      </w:r>
          </w:p>
        </w:tc>
        <w:tc>
          <w:tcPr>
            <w:tcW w:w="1986" w:type="dxa"/>
          </w:tcPr>
          <w:p w:rsidR="009A6EF8" w:rsidRPr="00F8172D" w:rsidRDefault="0072170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 до </w:t>
            </w:r>
            <w:r w:rsidR="009A6EF8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зависимости от вида предприятия)</w:t>
            </w:r>
          </w:p>
        </w:tc>
      </w:tr>
      <w:tr w:rsidR="009A6EF8" w:rsidRPr="00F8172D" w:rsidTr="00FE53CE">
        <w:tc>
          <w:tcPr>
            <w:tcW w:w="5778" w:type="dxa"/>
            <w:vMerge w:val="restart"/>
          </w:tcPr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Производственные объекты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8E5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FB0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A41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опасности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ранение и переработка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сельскохозяйственной продукции (1.15)</w:t>
            </w:r>
          </w:p>
          <w:p w:rsidR="009A6EF8" w:rsidRPr="00702855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сельскохозяйственного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(1.18)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 (4.9)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недропользование (6.1)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промышленность(6.3)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промышленность(6.4)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нефтехимическая промышленность(6.5)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троительная промышленность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(6.6)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энергетика (6.7)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(6.9)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целлюлозно-бумажная промышленность (6.11)</w:t>
            </w: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7512" w:type="dxa"/>
          </w:tcPr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</w:t>
            </w:r>
          </w:p>
        </w:tc>
        <w:tc>
          <w:tcPr>
            <w:tcW w:w="1986" w:type="dxa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  <w:p w:rsidR="009A6EF8" w:rsidRDefault="0072170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6EF8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="009A6EF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3C0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установлена</w:t>
            </w:r>
            <w:proofErr w:type="gramEnd"/>
          </w:p>
        </w:tc>
      </w:tr>
      <w:tr w:rsidR="009A6EF8" w:rsidRPr="00F8172D" w:rsidTr="00FE53CE"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9A6EF8" w:rsidRPr="00F8172D" w:rsidRDefault="0072170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02">
              <w:rPr>
                <w:rFonts w:ascii="Times New Roman" w:hAnsi="Times New Roman" w:cs="Times New Roman"/>
                <w:sz w:val="24"/>
                <w:szCs w:val="24"/>
              </w:rPr>
              <w:t>С учётом сложившихся условий, норм градостроительн</w:t>
            </w:r>
            <w:r w:rsidRPr="00721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проектирования</w:t>
            </w:r>
          </w:p>
        </w:tc>
      </w:tr>
      <w:tr w:rsidR="009A6EF8" w:rsidRPr="00F8172D" w:rsidTr="00FE53CE">
        <w:trPr>
          <w:trHeight w:val="300"/>
        </w:trPr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количество этажей зданий, строений, сооружений </w:t>
            </w:r>
          </w:p>
        </w:tc>
        <w:tc>
          <w:tcPr>
            <w:tcW w:w="1986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9A6EF8" w:rsidRPr="00F8172D" w:rsidTr="00FE53CE">
        <w:trPr>
          <w:trHeight w:val="240"/>
        </w:trPr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высота зданий, строений, сооружений </w:t>
            </w:r>
          </w:p>
        </w:tc>
        <w:tc>
          <w:tcPr>
            <w:tcW w:w="1986" w:type="dxa"/>
          </w:tcPr>
          <w:p w:rsidR="009A6EF8" w:rsidRPr="00F8172D" w:rsidRDefault="0072170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02"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9A6EF8" w:rsidRPr="00F8172D" w:rsidTr="00FE53CE"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всей площади земельного участка</w:t>
            </w:r>
          </w:p>
        </w:tc>
        <w:tc>
          <w:tcPr>
            <w:tcW w:w="1986" w:type="dxa"/>
          </w:tcPr>
          <w:p w:rsidR="009A6EF8" w:rsidRPr="00F8172D" w:rsidRDefault="00721702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02">
              <w:rPr>
                <w:rFonts w:ascii="Times New Roman" w:hAnsi="Times New Roman" w:cs="Times New Roman"/>
                <w:sz w:val="24"/>
                <w:szCs w:val="24"/>
              </w:rPr>
              <w:t>От 27 до 80% (в зависимости от вида предприятия)</w:t>
            </w:r>
          </w:p>
        </w:tc>
      </w:tr>
      <w:tr w:rsidR="009A6EF8" w:rsidRPr="001572CC" w:rsidTr="00FE53CE">
        <w:tc>
          <w:tcPr>
            <w:tcW w:w="15276" w:type="dxa"/>
            <w:gridSpan w:val="3"/>
          </w:tcPr>
          <w:p w:rsidR="009A6EF8" w:rsidRPr="001572CC" w:rsidRDefault="00D426FD" w:rsidP="00FE53CE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51763127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- </w:t>
            </w:r>
            <w:r w:rsidR="009A6EF8" w:rsidRPr="00157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ЗОНА </w:t>
            </w:r>
            <w:r w:rsidR="009A6EF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НЖЕНЕРНОЙ ИНФРАСТРУКТУРЫ</w:t>
            </w:r>
          </w:p>
        </w:tc>
      </w:tr>
      <w:tr w:rsidR="009A6EF8" w:rsidRPr="00F8172D" w:rsidTr="00FE53CE">
        <w:tc>
          <w:tcPr>
            <w:tcW w:w="5778" w:type="dxa"/>
            <w:vMerge w:val="restart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 (4.9)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 (4.9.1)</w:t>
            </w: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  <w:p w:rsidR="009A6EF8" w:rsidRDefault="006D0B63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  <w:p w:rsidR="006D0B63" w:rsidRDefault="006D0B63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B63">
              <w:rPr>
                <w:rFonts w:ascii="Times New Roman" w:hAnsi="Times New Roman" w:cs="Times New Roman"/>
                <w:sz w:val="24"/>
                <w:szCs w:val="24"/>
              </w:rPr>
              <w:t>Обеспечение научной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(3.9)</w:t>
            </w:r>
          </w:p>
          <w:p w:rsidR="006D0B63" w:rsidRDefault="006D0B63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B6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(3.9.1)</w:t>
            </w:r>
          </w:p>
          <w:p w:rsidR="00B9740F" w:rsidRPr="00F8172D" w:rsidRDefault="00B9740F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40F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(11.3)</w:t>
            </w:r>
          </w:p>
        </w:tc>
        <w:tc>
          <w:tcPr>
            <w:tcW w:w="7512" w:type="dxa"/>
          </w:tcPr>
          <w:p w:rsidR="009A6EF8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земельных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астков</w:t>
            </w:r>
          </w:p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земельных участков </w:t>
            </w:r>
          </w:p>
        </w:tc>
        <w:tc>
          <w:tcPr>
            <w:tcW w:w="1986" w:type="dxa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3C0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</w:p>
        </w:tc>
      </w:tr>
      <w:tr w:rsidR="009A6EF8" w:rsidRPr="00F8172D" w:rsidTr="00FE53CE"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tr w:rsidR="009A6EF8" w:rsidRPr="00F8172D" w:rsidTr="00FE53CE">
        <w:trPr>
          <w:trHeight w:val="285"/>
        </w:trPr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здан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ий, строений, сооружений </w:t>
            </w:r>
          </w:p>
        </w:tc>
        <w:tc>
          <w:tcPr>
            <w:tcW w:w="1986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9A6EF8" w:rsidTr="00FE53CE">
        <w:trPr>
          <w:trHeight w:val="255"/>
        </w:trPr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даний, строений, сооружений</w:t>
            </w:r>
          </w:p>
        </w:tc>
        <w:tc>
          <w:tcPr>
            <w:tcW w:w="1986" w:type="dxa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r w:rsidR="00B974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</w:tr>
      <w:tr w:rsidR="009A6EF8" w:rsidRPr="00F8172D" w:rsidTr="00FE53CE">
        <w:tc>
          <w:tcPr>
            <w:tcW w:w="5778" w:type="dxa"/>
            <w:vMerge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определяемый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 суммарной площади земельного участка, которая может быть застроена, ко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всей площади земельного участка </w:t>
            </w:r>
          </w:p>
        </w:tc>
        <w:tc>
          <w:tcPr>
            <w:tcW w:w="1986" w:type="dxa"/>
          </w:tcPr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EF8" w:rsidRPr="00F8172D" w:rsidRDefault="009A6EF8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bookmarkEnd w:id="1"/>
      <w:tr w:rsidR="00D426FD" w:rsidRPr="001572CC" w:rsidTr="00FE53CE">
        <w:tc>
          <w:tcPr>
            <w:tcW w:w="15276" w:type="dxa"/>
            <w:gridSpan w:val="3"/>
          </w:tcPr>
          <w:p w:rsidR="00D426FD" w:rsidRPr="001572CC" w:rsidRDefault="00D426FD" w:rsidP="00FE53CE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– </w:t>
            </w:r>
            <w:r w:rsidRPr="001572CC">
              <w:rPr>
                <w:rFonts w:ascii="Times New Roman" w:hAnsi="Times New Roman" w:cs="Times New Roman"/>
                <w:b/>
                <w:sz w:val="24"/>
                <w:szCs w:val="24"/>
              </w:rPr>
              <w:t>ЗОНА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ТРАНСПОРТНОЙ ИНФРАСТРУКТУРЫ</w:t>
            </w:r>
          </w:p>
        </w:tc>
      </w:tr>
      <w:tr w:rsidR="00D426FD" w:rsidRPr="00F8172D" w:rsidTr="00FE53CE">
        <w:tc>
          <w:tcPr>
            <w:tcW w:w="5778" w:type="dxa"/>
            <w:vMerge w:val="restart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 (4.9)</w:t>
            </w: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 (4.9.1)</w:t>
            </w: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  <w:p w:rsidR="00D426FD" w:rsidRPr="00F8172D" w:rsidRDefault="006D0B63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B63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</w:tc>
        <w:tc>
          <w:tcPr>
            <w:tcW w:w="7512" w:type="dxa"/>
          </w:tcPr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D426FD" w:rsidRPr="00F8172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земельных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астков</w:t>
            </w:r>
          </w:p>
          <w:p w:rsidR="00D426FD" w:rsidRPr="00F8172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земельных участков </w:t>
            </w:r>
          </w:p>
        </w:tc>
        <w:tc>
          <w:tcPr>
            <w:tcW w:w="1986" w:type="dxa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3C0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</w:p>
        </w:tc>
      </w:tr>
      <w:tr w:rsidR="00D426FD" w:rsidRPr="00F8172D" w:rsidTr="00FE53CE">
        <w:tc>
          <w:tcPr>
            <w:tcW w:w="5778" w:type="dxa"/>
            <w:vMerge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tr w:rsidR="00D426FD" w:rsidRPr="00F8172D" w:rsidTr="00FE53CE">
        <w:trPr>
          <w:trHeight w:val="285"/>
        </w:trPr>
        <w:tc>
          <w:tcPr>
            <w:tcW w:w="5778" w:type="dxa"/>
            <w:vMerge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здан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ий, строений, сооружений </w:t>
            </w:r>
          </w:p>
        </w:tc>
        <w:tc>
          <w:tcPr>
            <w:tcW w:w="1986" w:type="dxa"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D426FD" w:rsidTr="00FE53CE">
        <w:trPr>
          <w:trHeight w:val="255"/>
        </w:trPr>
        <w:tc>
          <w:tcPr>
            <w:tcW w:w="5778" w:type="dxa"/>
            <w:vMerge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426FD" w:rsidRPr="00F8172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даний, строений, сооружений</w:t>
            </w:r>
          </w:p>
        </w:tc>
        <w:tc>
          <w:tcPr>
            <w:tcW w:w="1986" w:type="dxa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D426FD" w:rsidRPr="00F8172D" w:rsidTr="00FE53CE">
        <w:tc>
          <w:tcPr>
            <w:tcW w:w="5778" w:type="dxa"/>
            <w:vMerge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определяемый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 суммарной площади земельного участка, которая может быть застроена, ко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всей площади земельного участка </w:t>
            </w:r>
          </w:p>
        </w:tc>
        <w:tc>
          <w:tcPr>
            <w:tcW w:w="1986" w:type="dxa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D426FD" w:rsidTr="00FE53CE">
        <w:trPr>
          <w:trHeight w:val="435"/>
        </w:trPr>
        <w:tc>
          <w:tcPr>
            <w:tcW w:w="15276" w:type="dxa"/>
            <w:gridSpan w:val="3"/>
          </w:tcPr>
          <w:p w:rsidR="00D426FD" w:rsidRDefault="00D426FD" w:rsidP="00FE53C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Р-1, Р-2 – ЗОНЫ РЕКРЕАЦИОННОГО НАЗНАЧЕНИЯ</w:t>
            </w:r>
          </w:p>
        </w:tc>
      </w:tr>
      <w:tr w:rsidR="00D426FD" w:rsidRPr="00F8172D" w:rsidTr="00FE53CE">
        <w:trPr>
          <w:trHeight w:val="435"/>
        </w:trPr>
        <w:tc>
          <w:tcPr>
            <w:tcW w:w="5778" w:type="dxa"/>
            <w:vMerge w:val="restart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магазины(4.4)</w:t>
            </w:r>
          </w:p>
          <w:p w:rsidR="00D426FD" w:rsidRPr="00F8172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(4.6)</w:t>
            </w:r>
          </w:p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спорт(5.1)</w:t>
            </w:r>
          </w:p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риродно-познавательный туризм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(5.2)</w:t>
            </w:r>
          </w:p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туристическое обслуживание (5.2.1)</w:t>
            </w:r>
          </w:p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охота и рыбалка (5.3)</w:t>
            </w:r>
          </w:p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причалы для маломерных судов (5.4)</w:t>
            </w:r>
          </w:p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 для гольфа и конных прогулок (5.5)</w:t>
            </w: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7512" w:type="dxa"/>
          </w:tcPr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</w:t>
            </w:r>
            <w:proofErr w:type="gramStart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)р</w:t>
            </w:r>
            <w:proofErr w:type="gramEnd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азмеры земельных участков, в том числе их площадь: </w:t>
            </w:r>
          </w:p>
          <w:p w:rsidR="00D426F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</w:p>
          <w:p w:rsidR="00D426FD" w:rsidRPr="00F8172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B9740F" w:rsidRDefault="00B9740F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земельных участков</w:t>
            </w:r>
          </w:p>
        </w:tc>
        <w:tc>
          <w:tcPr>
            <w:tcW w:w="1986" w:type="dxa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B9740F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26F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="00D426FD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  <w:p w:rsidR="00D426FD" w:rsidRDefault="00B9740F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418">
              <w:rPr>
                <w:rFonts w:ascii="Times New Roman" w:hAnsi="Times New Roman" w:cs="Times New Roman"/>
                <w:sz w:val="24"/>
                <w:szCs w:val="24"/>
              </w:rPr>
              <w:t xml:space="preserve">от 5000 до 30000 </w:t>
            </w:r>
            <w:proofErr w:type="spellStart"/>
            <w:r w:rsidR="00C8041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C804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26FD" w:rsidRPr="00F8172D" w:rsidRDefault="00B9740F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40F">
              <w:rPr>
                <w:rFonts w:ascii="Times New Roman" w:hAnsi="Times New Roman" w:cs="Times New Roman"/>
                <w:sz w:val="24"/>
                <w:szCs w:val="24"/>
              </w:rPr>
              <w:t>-Определяется документацией по планировке территории</w:t>
            </w:r>
          </w:p>
        </w:tc>
      </w:tr>
      <w:tr w:rsidR="00D426FD" w:rsidRPr="00F8172D" w:rsidTr="00FE53CE">
        <w:trPr>
          <w:trHeight w:val="435"/>
        </w:trPr>
        <w:tc>
          <w:tcPr>
            <w:tcW w:w="5778" w:type="dxa"/>
            <w:vMerge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86" w:type="dxa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tr w:rsidR="00D426FD" w:rsidRPr="00F8172D" w:rsidTr="00FE53CE">
        <w:trPr>
          <w:trHeight w:val="435"/>
        </w:trPr>
        <w:tc>
          <w:tcPr>
            <w:tcW w:w="5778" w:type="dxa"/>
            <w:vMerge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зданий, строений, сооружений </w:t>
            </w:r>
          </w:p>
        </w:tc>
        <w:tc>
          <w:tcPr>
            <w:tcW w:w="1986" w:type="dxa"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26FD" w:rsidTr="00FE53CE">
        <w:trPr>
          <w:trHeight w:val="435"/>
        </w:trPr>
        <w:tc>
          <w:tcPr>
            <w:tcW w:w="5778" w:type="dxa"/>
            <w:vMerge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426FD" w:rsidRPr="00F8172D" w:rsidRDefault="00D426FD" w:rsidP="00FE5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1986" w:type="dxa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</w:t>
            </w:r>
          </w:p>
        </w:tc>
      </w:tr>
      <w:tr w:rsidR="00D426FD" w:rsidRPr="00F8172D" w:rsidTr="00FE53CE">
        <w:trPr>
          <w:trHeight w:val="435"/>
        </w:trPr>
        <w:tc>
          <w:tcPr>
            <w:tcW w:w="5778" w:type="dxa"/>
            <w:vMerge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всей площади земельного участка </w:t>
            </w:r>
          </w:p>
        </w:tc>
        <w:tc>
          <w:tcPr>
            <w:tcW w:w="1986" w:type="dxa"/>
          </w:tcPr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6FD" w:rsidRPr="00F8172D" w:rsidRDefault="00D426FD" w:rsidP="00FE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</w:tr>
      <w:tr w:rsidR="001572CC" w:rsidRPr="00F8172D" w:rsidTr="00783C4A">
        <w:tc>
          <w:tcPr>
            <w:tcW w:w="15276" w:type="dxa"/>
            <w:gridSpan w:val="3"/>
          </w:tcPr>
          <w:p w:rsidR="0018737A" w:rsidRDefault="00D426FD" w:rsidP="0018737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СХ-1, СХ-2, СХ-3, СХ-4 - </w:t>
            </w:r>
            <w:r w:rsidR="0018737A" w:rsidRPr="001572CC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 СЕЛЬСКОХОЗЯЙСТВЕННОГО ИСПОЛЬЗОВАНИЯ</w:t>
            </w:r>
          </w:p>
          <w:p w:rsidR="001572CC" w:rsidRPr="00F8172D" w:rsidRDefault="0018737A" w:rsidP="0018737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F">
              <w:rPr>
                <w:rFonts w:ascii="Times New Roman" w:hAnsi="Times New Roman" w:cs="Times New Roman"/>
                <w:b/>
                <w:sz w:val="24"/>
                <w:szCs w:val="24"/>
              </w:rPr>
              <w:t>(осуществление хозяйственной деятельности сельскохозяйственного назначения)</w:t>
            </w:r>
          </w:p>
        </w:tc>
      </w:tr>
      <w:tr w:rsidR="0018737A" w:rsidRPr="00F8172D" w:rsidTr="0064776E">
        <w:trPr>
          <w:trHeight w:val="134"/>
        </w:trPr>
        <w:tc>
          <w:tcPr>
            <w:tcW w:w="5778" w:type="dxa"/>
            <w:vMerge w:val="restart"/>
          </w:tcPr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(1.0)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растениеводств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(1.1)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и иных сельскохозяйственных культур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(1.2)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овощеводство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(1.3)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тонизирующих, лекарственных, цветочных культур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(1.4)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садоводство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(1.5)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льна и конопли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(1.6)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(1.7)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скотоводство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(1.8)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звероводство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(1.9)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птицеводство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(1.10)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свиноводство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(1.11)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пчеловодство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(1.12)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(1.13)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аучное обеспечение сельского хозяйства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(1.14)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ранение и переработка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сельскохозяйственной продукции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(1.15)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личного подсобного хозяйства на полевых участках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(1.16)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питомники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(1.17)</w:t>
            </w:r>
          </w:p>
          <w:p w:rsidR="0018737A" w:rsidRDefault="0018737A" w:rsidP="00187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сельскохозяйственного производства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(1.18)</w:t>
            </w:r>
          </w:p>
          <w:p w:rsidR="0018737A" w:rsidRDefault="0018737A" w:rsidP="00187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  <w:p w:rsidR="0018737A" w:rsidRDefault="0018737A" w:rsidP="00187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(4.4)</w:t>
            </w:r>
          </w:p>
          <w:p w:rsidR="0018737A" w:rsidRDefault="0018737A" w:rsidP="00187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(4.6)</w:t>
            </w:r>
          </w:p>
          <w:p w:rsidR="0018737A" w:rsidRDefault="0018737A" w:rsidP="00187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(4.9)</w:t>
            </w:r>
          </w:p>
          <w:p w:rsidR="0018737A" w:rsidRPr="00504ED4" w:rsidRDefault="0018737A" w:rsidP="001873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(7.2)</w:t>
            </w:r>
          </w:p>
        </w:tc>
        <w:tc>
          <w:tcPr>
            <w:tcW w:w="7512" w:type="dxa"/>
          </w:tcPr>
          <w:p w:rsidR="0018737A" w:rsidRDefault="0018737A" w:rsidP="00AB5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предельные (минимальные и (или) максимальные) размеры земельных 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участков, в том числе их площадь: </w:t>
            </w:r>
          </w:p>
          <w:p w:rsidR="0018737A" w:rsidRPr="00702855" w:rsidRDefault="0018737A" w:rsidP="00AB5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</w:p>
          <w:p w:rsidR="0018737A" w:rsidRPr="00702855" w:rsidRDefault="0018737A" w:rsidP="00AB5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18737A" w:rsidRPr="00F8172D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земельных 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стков </w:t>
            </w:r>
          </w:p>
        </w:tc>
        <w:tc>
          <w:tcPr>
            <w:tcW w:w="1986" w:type="dxa"/>
          </w:tcPr>
          <w:p w:rsidR="0018737A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37A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37A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  <w:p w:rsidR="0018737A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491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37A" w:rsidRPr="00F8172D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8737A" w:rsidRPr="00F8172D" w:rsidTr="0064776E">
        <w:trPr>
          <w:trHeight w:val="125"/>
        </w:trPr>
        <w:tc>
          <w:tcPr>
            <w:tcW w:w="5778" w:type="dxa"/>
            <w:vMerge/>
          </w:tcPr>
          <w:p w:rsidR="0018737A" w:rsidRPr="00504ED4" w:rsidRDefault="0018737A" w:rsidP="00FC4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18737A" w:rsidRPr="00F8172D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18737A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37A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37A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37A" w:rsidRPr="00F8172D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</w:tc>
      </w:tr>
      <w:tr w:rsidR="0018737A" w:rsidRPr="00F8172D" w:rsidTr="0064776E">
        <w:trPr>
          <w:trHeight w:val="108"/>
        </w:trPr>
        <w:tc>
          <w:tcPr>
            <w:tcW w:w="5778" w:type="dxa"/>
            <w:vMerge/>
          </w:tcPr>
          <w:p w:rsidR="0018737A" w:rsidRPr="00504ED4" w:rsidRDefault="0018737A" w:rsidP="00FC4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18737A" w:rsidRPr="00F8172D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количество этажей зданий, строений, сооружений </w:t>
            </w:r>
          </w:p>
        </w:tc>
        <w:tc>
          <w:tcPr>
            <w:tcW w:w="1986" w:type="dxa"/>
          </w:tcPr>
          <w:p w:rsidR="0018737A" w:rsidRPr="00F8172D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737A" w:rsidRPr="00F8172D" w:rsidTr="0064776E">
        <w:trPr>
          <w:trHeight w:val="150"/>
        </w:trPr>
        <w:tc>
          <w:tcPr>
            <w:tcW w:w="5778" w:type="dxa"/>
            <w:vMerge/>
          </w:tcPr>
          <w:p w:rsidR="0018737A" w:rsidRPr="00504ED4" w:rsidRDefault="0018737A" w:rsidP="00FC4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18737A" w:rsidRPr="00702855" w:rsidRDefault="0018737A" w:rsidP="00AB5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1986" w:type="dxa"/>
          </w:tcPr>
          <w:p w:rsidR="0018737A" w:rsidRDefault="0018737A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4912A8" w:rsidRPr="00F8172D" w:rsidTr="00FE53CE">
        <w:trPr>
          <w:trHeight w:val="1390"/>
        </w:trPr>
        <w:tc>
          <w:tcPr>
            <w:tcW w:w="5778" w:type="dxa"/>
            <w:vMerge/>
          </w:tcPr>
          <w:p w:rsidR="004912A8" w:rsidRPr="00504ED4" w:rsidRDefault="004912A8" w:rsidP="00FC4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4912A8" w:rsidRPr="00F8172D" w:rsidRDefault="004912A8" w:rsidP="00D32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</w:t>
            </w:r>
            <w:r w:rsidR="004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всей площади земельного участка</w:t>
            </w:r>
          </w:p>
        </w:tc>
        <w:tc>
          <w:tcPr>
            <w:tcW w:w="1986" w:type="dxa"/>
          </w:tcPr>
          <w:p w:rsidR="004912A8" w:rsidRDefault="004912A8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A8" w:rsidRDefault="004912A8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A8" w:rsidRDefault="004912A8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A8" w:rsidRPr="00F8172D" w:rsidRDefault="004912A8" w:rsidP="00AB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1572CC" w:rsidRPr="00F8172D" w:rsidTr="003C029D">
        <w:tc>
          <w:tcPr>
            <w:tcW w:w="15276" w:type="dxa"/>
            <w:gridSpan w:val="3"/>
            <w:tcBorders>
              <w:bottom w:val="nil"/>
            </w:tcBorders>
          </w:tcPr>
          <w:p w:rsidR="009E3641" w:rsidRPr="003C029D" w:rsidRDefault="003C029D" w:rsidP="00B32F2F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29D">
              <w:rPr>
                <w:rFonts w:ascii="Times New Roman" w:hAnsi="Times New Roman" w:cs="Times New Roman"/>
                <w:b/>
                <w:sz w:val="24"/>
                <w:szCs w:val="24"/>
              </w:rPr>
              <w:t>ЗОНЫ СПЕЦИАЛЬНОГО НАЗНАЧЕНИЯ</w:t>
            </w:r>
          </w:p>
        </w:tc>
      </w:tr>
      <w:tr w:rsidR="003C029D" w:rsidRPr="00F8172D" w:rsidTr="00DB5B80">
        <w:trPr>
          <w:trHeight w:val="1576"/>
        </w:trPr>
        <w:tc>
          <w:tcPr>
            <w:tcW w:w="5778" w:type="dxa"/>
          </w:tcPr>
          <w:p w:rsidR="003C029D" w:rsidRDefault="003C029D" w:rsidP="00F81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СН-1, ЗОНА КЛАДБИЩ</w:t>
            </w:r>
          </w:p>
          <w:p w:rsidR="003C029D" w:rsidRPr="00B607CE" w:rsidRDefault="003C029D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CE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3C029D" w:rsidRDefault="003C029D" w:rsidP="003C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CE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</w:t>
            </w:r>
            <w:r w:rsidRPr="004912A8">
              <w:rPr>
                <w:rFonts w:ascii="Times New Roman" w:hAnsi="Times New Roman" w:cs="Times New Roman"/>
                <w:sz w:val="24"/>
                <w:szCs w:val="24"/>
              </w:rPr>
              <w:t xml:space="preserve"> (12.1)</w:t>
            </w:r>
          </w:p>
          <w:p w:rsidR="003C029D" w:rsidRPr="003C029D" w:rsidRDefault="00C80418" w:rsidP="003C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418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(7.2)</w:t>
            </w:r>
          </w:p>
        </w:tc>
        <w:tc>
          <w:tcPr>
            <w:tcW w:w="9498" w:type="dxa"/>
            <w:gridSpan w:val="2"/>
          </w:tcPr>
          <w:p w:rsidR="003C029D" w:rsidRPr="003C029D" w:rsidRDefault="003C029D" w:rsidP="003C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Градостроительные регламенты не распространяются на земельные участки в границах территорий общего пользования</w:t>
            </w:r>
          </w:p>
        </w:tc>
      </w:tr>
      <w:tr w:rsidR="003C029D" w:rsidRPr="00F8172D" w:rsidTr="003C029D">
        <w:trPr>
          <w:trHeight w:val="1292"/>
        </w:trPr>
        <w:tc>
          <w:tcPr>
            <w:tcW w:w="5778" w:type="dxa"/>
          </w:tcPr>
          <w:p w:rsidR="003C029D" w:rsidRDefault="003C029D" w:rsidP="00F81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СН-2, ЗОНА РАЗМЕЩЕНИЯ ОТХОДОВ</w:t>
            </w:r>
          </w:p>
          <w:p w:rsidR="003C029D" w:rsidRDefault="003C029D" w:rsidP="00667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CE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3C029D" w:rsidRPr="003C029D" w:rsidRDefault="003C029D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 (12.2)</w:t>
            </w:r>
          </w:p>
          <w:p w:rsidR="003C029D" w:rsidRPr="00C80418" w:rsidRDefault="00C80418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418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9498" w:type="dxa"/>
            <w:gridSpan w:val="2"/>
          </w:tcPr>
          <w:p w:rsidR="003C029D" w:rsidRPr="00F8172D" w:rsidRDefault="003C029D" w:rsidP="00647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Градостроительные регламенты не распространяются на земельные участки в границах территорий общего пользования</w:t>
            </w:r>
          </w:p>
          <w:p w:rsidR="003C029D" w:rsidRDefault="003C029D" w:rsidP="00647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29D" w:rsidRDefault="003C029D" w:rsidP="00647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29D" w:rsidRPr="00F8172D" w:rsidRDefault="003C029D" w:rsidP="00647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15D2" w:rsidRDefault="00DC15D2"/>
    <w:p w:rsidR="004B39ED" w:rsidRDefault="004B39ED" w:rsidP="004B39ED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7A3CCE">
        <w:rPr>
          <w:rFonts w:ascii="Times New Roman" w:hAnsi="Times New Roman" w:cs="Times New Roman"/>
          <w:b/>
          <w:sz w:val="28"/>
          <w:szCs w:val="28"/>
        </w:rPr>
        <w:t>радостроительные регламенты в части ограничения использования земельных участков</w:t>
      </w:r>
    </w:p>
    <w:p w:rsidR="004B39ED" w:rsidRDefault="004B39ED" w:rsidP="004B39ED">
      <w:pPr>
        <w:spacing w:after="240" w:line="240" w:lineRule="auto"/>
        <w:ind w:firstLine="708"/>
        <w:jc w:val="center"/>
      </w:pPr>
      <w:r w:rsidRPr="007A3CCE">
        <w:rPr>
          <w:rFonts w:ascii="Times New Roman" w:hAnsi="Times New Roman" w:cs="Times New Roman"/>
          <w:b/>
          <w:sz w:val="28"/>
          <w:szCs w:val="28"/>
        </w:rPr>
        <w:t>и объектов капитального строительства</w:t>
      </w:r>
    </w:p>
    <w:p w:rsidR="006618CF" w:rsidRDefault="004B39ED" w:rsidP="00421A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2A30">
        <w:rPr>
          <w:rFonts w:ascii="Times New Roman" w:hAnsi="Times New Roman" w:cs="Times New Roman"/>
          <w:sz w:val="24"/>
          <w:szCs w:val="24"/>
        </w:rPr>
        <w:t>Ограничения использования земельных участков и объектов капитального строительства</w:t>
      </w:r>
      <w:r w:rsidR="004A7CDA">
        <w:rPr>
          <w:rFonts w:ascii="Times New Roman" w:hAnsi="Times New Roman" w:cs="Times New Roman"/>
          <w:sz w:val="24"/>
          <w:szCs w:val="24"/>
        </w:rPr>
        <w:t xml:space="preserve"> </w:t>
      </w:r>
      <w:r w:rsidRPr="000F2A30">
        <w:rPr>
          <w:rFonts w:ascii="Times New Roman" w:hAnsi="Times New Roman" w:cs="Times New Roman"/>
          <w:sz w:val="24"/>
          <w:szCs w:val="24"/>
        </w:rPr>
        <w:t xml:space="preserve">устанавливаются применительно к земельным участкам и объектам капитального </w:t>
      </w:r>
      <w:r w:rsidRPr="000F2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строительства, </w:t>
      </w:r>
      <w:r w:rsidRPr="00F54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расположены в </w:t>
      </w:r>
      <w:r w:rsidR="006618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границах</w:t>
      </w:r>
      <w:r w:rsidRPr="00F54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F54004">
        <w:rPr>
          <w:rFonts w:ascii="Times New Roman" w:hAnsi="Times New Roman" w:cs="Times New Roman"/>
          <w:sz w:val="24"/>
          <w:szCs w:val="24"/>
        </w:rPr>
        <w:t>он с особыми условиями использования территорий</w:t>
      </w:r>
      <w:r w:rsidR="006618CF">
        <w:rPr>
          <w:rFonts w:ascii="Times New Roman" w:hAnsi="Times New Roman" w:cs="Times New Roman"/>
          <w:sz w:val="24"/>
          <w:szCs w:val="24"/>
        </w:rPr>
        <w:t>:</w:t>
      </w:r>
    </w:p>
    <w:p w:rsidR="006618CF" w:rsidRDefault="004B39ED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004">
        <w:rPr>
          <w:rFonts w:ascii="Times New Roman" w:hAnsi="Times New Roman" w:cs="Times New Roman"/>
          <w:sz w:val="24"/>
          <w:szCs w:val="24"/>
        </w:rPr>
        <w:t xml:space="preserve"> - охранные</w:t>
      </w:r>
      <w:r w:rsidR="006618CF">
        <w:rPr>
          <w:rFonts w:ascii="Times New Roman" w:hAnsi="Times New Roman" w:cs="Times New Roman"/>
          <w:sz w:val="24"/>
          <w:szCs w:val="24"/>
        </w:rPr>
        <w:t xml:space="preserve"> зоны;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B39ED" w:rsidRPr="00F54004">
        <w:rPr>
          <w:rFonts w:ascii="Times New Roman" w:hAnsi="Times New Roman" w:cs="Times New Roman"/>
          <w:sz w:val="24"/>
          <w:szCs w:val="24"/>
        </w:rPr>
        <w:t xml:space="preserve"> санитарно-защитные зоны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39ED" w:rsidRPr="00F54004">
        <w:rPr>
          <w:rFonts w:ascii="Times New Roman" w:hAnsi="Times New Roman" w:cs="Times New Roman"/>
          <w:sz w:val="24"/>
          <w:szCs w:val="24"/>
        </w:rPr>
        <w:t xml:space="preserve">зоны охраны объектов культурного наследия </w:t>
      </w:r>
      <w:r w:rsidR="00875880">
        <w:rPr>
          <w:rFonts w:ascii="Times New Roman" w:hAnsi="Times New Roman" w:cs="Times New Roman"/>
          <w:sz w:val="24"/>
          <w:szCs w:val="24"/>
        </w:rPr>
        <w:t>(памятников истории и культуры);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зоны;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39ED" w:rsidRPr="00F54004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и хозяйственно-бытового водоснабжения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B39ED" w:rsidRPr="00F54004">
        <w:rPr>
          <w:rFonts w:ascii="Times New Roman" w:hAnsi="Times New Roman" w:cs="Times New Roman"/>
          <w:sz w:val="24"/>
          <w:szCs w:val="24"/>
        </w:rPr>
        <w:t xml:space="preserve"> зоны охраняемых объектов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D37FE" w:rsidRPr="00133EFC" w:rsidRDefault="000D37FE" w:rsidP="000D37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EFC">
        <w:rPr>
          <w:rFonts w:ascii="Times New Roman" w:hAnsi="Times New Roman" w:cs="Times New Roman"/>
          <w:sz w:val="24"/>
          <w:szCs w:val="24"/>
        </w:rPr>
        <w:t>- зоны действия опасных природных или техногенных процессов (затопление, нарушенные территории, неблагоприятные геологические, гидрогеологические, атмосферные и другие процессы – сейсмические, оползни, карсты, эрозия, повыш</w:t>
      </w:r>
      <w:r w:rsidR="00875880">
        <w:rPr>
          <w:rFonts w:ascii="Times New Roman" w:hAnsi="Times New Roman" w:cs="Times New Roman"/>
          <w:sz w:val="24"/>
          <w:szCs w:val="24"/>
        </w:rPr>
        <w:t>енный радиационный фон и т.п.);</w:t>
      </w:r>
      <w:proofErr w:type="gramEnd"/>
    </w:p>
    <w:p w:rsidR="00421A61" w:rsidRDefault="006618CF" w:rsidP="0087588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B39ED" w:rsidRPr="00F54004">
        <w:rPr>
          <w:rFonts w:ascii="Times New Roman" w:hAnsi="Times New Roman" w:cs="Times New Roman"/>
          <w:sz w:val="24"/>
          <w:szCs w:val="24"/>
        </w:rPr>
        <w:t xml:space="preserve"> иные зоны, устанавливаемые в соответствии с законодательством Российской Федерации.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4786"/>
        <w:gridCol w:w="9923"/>
      </w:tblGrid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9923" w:type="dxa"/>
          </w:tcPr>
          <w:p w:rsidR="004B39ED" w:rsidRPr="007A3CCE" w:rsidRDefault="004B39ED" w:rsidP="00133E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Параметры </w:t>
            </w:r>
            <w:r w:rsidRPr="007A3CCE">
              <w:rPr>
                <w:rFonts w:ascii="Times New Roman" w:hAnsi="Times New Roman" w:cs="Times New Roman"/>
                <w:b/>
                <w:sz w:val="24"/>
                <w:szCs w:val="24"/>
              </w:rPr>
              <w:t>зоны действия градостроительных ограничений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 электропередач 220 </w:t>
            </w:r>
            <w:proofErr w:type="spellStart"/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9923" w:type="dxa"/>
          </w:tcPr>
          <w:p w:rsidR="004B39ED" w:rsidRPr="007A3CCE" w:rsidRDefault="0004623D" w:rsidP="00133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 виде земельного участка и воздушного пространства, которые 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 в каждую сторону от края 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F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 электропередач 110 </w:t>
            </w:r>
            <w:proofErr w:type="spellStart"/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9923" w:type="dxa"/>
          </w:tcPr>
          <w:p w:rsidR="004B39ED" w:rsidRPr="007A3CCE" w:rsidRDefault="0004623D" w:rsidP="00133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в виде земельного участка и воздушного пространства, которые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в каждую сторону от края 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F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Линии электропередач 35кВ</w:t>
            </w:r>
          </w:p>
        </w:tc>
        <w:tc>
          <w:tcPr>
            <w:tcW w:w="9923" w:type="dxa"/>
          </w:tcPr>
          <w:p w:rsidR="004B39ED" w:rsidRPr="007A3CCE" w:rsidRDefault="0004623D" w:rsidP="0004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 виде земельного участка и воздушного пространства, которые 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в каждую сторону от края 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электропередач 1 – 20кВ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04623D" w:rsidP="00133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 виде земельного участка и воздушного пространства, которые 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каждую сторону от края провода (5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для линий с самонесущими или изолированными </w:t>
            </w:r>
            <w:proofErr w:type="gramEnd"/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проводами, размещенных в границах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аселенных пунктов)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F86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электропередач</w:t>
            </w:r>
            <w:r w:rsidR="00DB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 </w:t>
            </w:r>
            <w:proofErr w:type="spellStart"/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9923" w:type="dxa"/>
          </w:tcPr>
          <w:p w:rsidR="004B39ED" w:rsidRPr="007A3CCE" w:rsidRDefault="0004623D" w:rsidP="00F86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 виде земельного участка и воздушного пространства, которые 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 в каждую сторону от края 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Подземные</w:t>
            </w:r>
            <w:r w:rsidR="00DB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кабельные</w:t>
            </w:r>
          </w:p>
          <w:p w:rsidR="004B39ED" w:rsidRPr="007A3CCE" w:rsidRDefault="004B39ED" w:rsidP="00133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линий электропередачи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04623D" w:rsidP="000462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части поверхности участка земли, расположенного под ней участка недр (на глубину, соответствующую глубине прокладки кабельных линий электропередачи), ограниченной параллельными вертикальными плоскостями, отстоящими по обе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 электропередачи от крайних кабелей на расстоянии 1 метра (при прохождении кабельных линий напряжением до 1 киловольта в городах под тротуарами </w:t>
            </w:r>
            <w:proofErr w:type="gramStart"/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0,6 метра в сторону зданий и сооружений и на 1 метр в сторону проезжей части улицы)</w:t>
            </w:r>
          </w:p>
        </w:tc>
      </w:tr>
      <w:tr w:rsidR="004B39ED" w:rsidRPr="007A3CCE" w:rsidTr="00421A61">
        <w:trPr>
          <w:trHeight w:val="867"/>
        </w:trPr>
        <w:tc>
          <w:tcPr>
            <w:tcW w:w="4786" w:type="dxa"/>
          </w:tcPr>
          <w:p w:rsidR="004B39ED" w:rsidRPr="007A3CCE" w:rsidRDefault="004B39ED" w:rsidP="00133EFC">
            <w:pPr>
              <w:pStyle w:val="Default"/>
            </w:pPr>
            <w:r w:rsidRPr="007A3CCE">
              <w:t xml:space="preserve">Газораспределительные сети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Default="0060384B" w:rsidP="00133EFC">
            <w:pPr>
              <w:pStyle w:val="Default"/>
            </w:pPr>
            <w:r>
              <w:t xml:space="preserve">Охранная зона </w:t>
            </w:r>
            <w:r w:rsidR="004A7CDA">
              <w:t>–</w:t>
            </w:r>
            <w:r>
              <w:t xml:space="preserve"> зона</w:t>
            </w:r>
            <w:r w:rsidR="004A7CDA">
              <w:t xml:space="preserve"> </w:t>
            </w:r>
            <w:r w:rsidR="004B39ED" w:rsidRPr="007A3CCE">
              <w:t>в виде территории, ограниченной условными линиями, проходящими на расстоянии 2 м с каждой стороны газопровода вдоль трасс межпоселковых газопроводов, проходящих по лесам и древес</w:t>
            </w:r>
            <w:r w:rsidR="004B39ED">
              <w:t>но-кустарниковой растительности</w:t>
            </w:r>
          </w:p>
          <w:p w:rsidR="004B39ED" w:rsidRPr="007A3CCE" w:rsidRDefault="004B39ED" w:rsidP="00133EFC">
            <w:pPr>
              <w:pStyle w:val="Default"/>
            </w:pPr>
            <w:r w:rsidRPr="007A3CCE">
              <w:t xml:space="preserve">- в виде просек шириной 6 метров, по 3 метра с каждой стороны газопровода.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Для надземных участков газопроводов расстояние от деревьев до трубопровода должно быть не менее высоты деревьев в течение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срока эксплуатации газопровода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875880">
            <w:pPr>
              <w:pStyle w:val="Default"/>
              <w:rPr>
                <w:b/>
              </w:rPr>
            </w:pPr>
            <w:r w:rsidRPr="007A3CCE">
              <w:t xml:space="preserve">Отдельно стоящие </w:t>
            </w:r>
            <w:r>
              <w:t>г</w:t>
            </w:r>
            <w:r w:rsidRPr="007A3CCE">
              <w:t>азорегуляторны</w:t>
            </w:r>
            <w:r w:rsidR="00875880">
              <w:t>е</w:t>
            </w:r>
            <w:r w:rsidRPr="007A3CCE">
              <w:t xml:space="preserve"> пункты </w:t>
            </w:r>
          </w:p>
        </w:tc>
        <w:tc>
          <w:tcPr>
            <w:tcW w:w="9923" w:type="dxa"/>
          </w:tcPr>
          <w:p w:rsidR="004B39ED" w:rsidRPr="007A3CCE" w:rsidRDefault="0060384B" w:rsidP="00F8664C">
            <w:pPr>
              <w:pStyle w:val="Default"/>
              <w:rPr>
                <w:b/>
              </w:rPr>
            </w:pPr>
            <w:r>
              <w:t xml:space="preserve">Охранная зона – зона </w:t>
            </w:r>
            <w:r w:rsidR="004B39ED" w:rsidRPr="007A3CCE">
              <w:t>в виде территории, ограниченной замкнутой линией, проведенной на расстоянии 10 м</w:t>
            </w:r>
            <w:r w:rsidR="004B39ED">
              <w:t xml:space="preserve"> от границ этих объектов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 w:rsidRPr="007A3CCE">
              <w:t xml:space="preserve">Кладбища от 10 до 20 га </w:t>
            </w:r>
          </w:p>
        </w:tc>
        <w:tc>
          <w:tcPr>
            <w:tcW w:w="9923" w:type="dxa"/>
          </w:tcPr>
          <w:p w:rsidR="004B39ED" w:rsidRPr="007A3CCE" w:rsidRDefault="0060384B" w:rsidP="00F8664C">
            <w:pPr>
              <w:pStyle w:val="Default"/>
              <w:rPr>
                <w:b/>
              </w:rPr>
            </w:pPr>
            <w:r>
              <w:t>С</w:t>
            </w:r>
            <w:r w:rsidR="004B39ED" w:rsidRPr="007A3CCE">
              <w:t xml:space="preserve">анитарно-защитная зона </w:t>
            </w:r>
            <w:r w:rsidR="00875880">
              <w:t xml:space="preserve">- </w:t>
            </w:r>
            <w:r w:rsidR="004B39ED" w:rsidRPr="007A3CCE">
              <w:t xml:space="preserve">300 м 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F8664C">
            <w:pPr>
              <w:pStyle w:val="Default"/>
              <w:rPr>
                <w:b/>
              </w:rPr>
            </w:pPr>
            <w:r>
              <w:t xml:space="preserve">Кладбища от 10 и менее </w:t>
            </w:r>
            <w:proofErr w:type="gramStart"/>
            <w:r>
              <w:t>га</w:t>
            </w:r>
            <w:proofErr w:type="gramEnd"/>
          </w:p>
        </w:tc>
        <w:tc>
          <w:tcPr>
            <w:tcW w:w="9923" w:type="dxa"/>
          </w:tcPr>
          <w:p w:rsidR="004B39ED" w:rsidRPr="007A3CCE" w:rsidRDefault="0060384B" w:rsidP="00F8664C">
            <w:pPr>
              <w:pStyle w:val="Default"/>
              <w:rPr>
                <w:b/>
              </w:rPr>
            </w:pPr>
            <w:r>
              <w:t>С</w:t>
            </w:r>
            <w:r w:rsidR="004B39ED" w:rsidRPr="007A3CCE">
              <w:t xml:space="preserve">анитарно-защитная зона </w:t>
            </w:r>
            <w:r w:rsidR="00875880">
              <w:t xml:space="preserve">- </w:t>
            </w:r>
            <w:r w:rsidR="004B39ED" w:rsidRPr="007A3CCE">
              <w:t xml:space="preserve">100 м 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 w:rsidRPr="007A3CCE">
              <w:t xml:space="preserve">Закрытые кладбища и мемориальные комплексы, кладбища с погребением после кремации, колумбарии, сельские кладбища </w:t>
            </w:r>
          </w:p>
        </w:tc>
        <w:tc>
          <w:tcPr>
            <w:tcW w:w="9923" w:type="dxa"/>
          </w:tcPr>
          <w:p w:rsidR="004B39ED" w:rsidRPr="007A3CCE" w:rsidRDefault="0060384B" w:rsidP="00133EFC">
            <w:pPr>
              <w:pStyle w:val="Default"/>
            </w:pPr>
            <w:r>
              <w:t>С</w:t>
            </w:r>
            <w:r w:rsidR="004B39ED" w:rsidRPr="007A3CCE">
              <w:t xml:space="preserve">анитарно-защитная зона </w:t>
            </w:r>
            <w:r w:rsidR="00875880">
              <w:t xml:space="preserve">- </w:t>
            </w:r>
            <w:r w:rsidR="004B39ED" w:rsidRPr="007A3CCE">
              <w:t xml:space="preserve">50 м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39ED" w:rsidRPr="007A3CCE" w:rsidTr="00F43A04">
        <w:trPr>
          <w:trHeight w:val="2285"/>
        </w:trPr>
        <w:tc>
          <w:tcPr>
            <w:tcW w:w="4786" w:type="dxa"/>
          </w:tcPr>
          <w:p w:rsidR="004B39ED" w:rsidRPr="007A3CCE" w:rsidRDefault="004B39ED" w:rsidP="00133EFC">
            <w:pPr>
              <w:pStyle w:val="Default"/>
            </w:pPr>
            <w:r w:rsidRPr="007A3CCE">
              <w:lastRenderedPageBreak/>
              <w:t xml:space="preserve">Объект культурного наследия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tbl>
            <w:tblPr>
              <w:tblW w:w="96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73"/>
            </w:tblGrid>
            <w:tr w:rsidR="00421A61" w:rsidRPr="007A3CCE" w:rsidTr="00F8664C">
              <w:trPr>
                <w:trHeight w:val="2176"/>
              </w:trPr>
              <w:tc>
                <w:tcPr>
                  <w:tcW w:w="9673" w:type="dxa"/>
                </w:tcPr>
                <w:p w:rsidR="00421A61" w:rsidRPr="007A3CCE" w:rsidRDefault="007C644E" w:rsidP="00133E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Охранная зона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памятника, </w:t>
                  </w:r>
                  <w:r w:rsidR="00421A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асположенного в границах населенного пункта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100 м от внеш</w:t>
                  </w:r>
                  <w:r w:rsidR="00F866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них границ территории памятника;</w:t>
                  </w:r>
                </w:p>
                <w:p w:rsidR="00421A61" w:rsidRPr="007A3CCE" w:rsidRDefault="007C644E" w:rsidP="00133E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Охранная зона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памятника, расположенного вне границ населенного пункта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200 м от внешних границ территории памятника; </w:t>
                  </w:r>
                </w:p>
                <w:p w:rsidR="00421A61" w:rsidRPr="007A3CCE" w:rsidRDefault="007C644E" w:rsidP="00133E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Охранная зона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ансамбля, расположенного в границах населенного пункта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 м от вне</w:t>
                  </w:r>
                  <w:r w:rsidR="00F866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шних границ территории ансамбля;</w:t>
                  </w:r>
                </w:p>
                <w:p w:rsidR="00421A61" w:rsidRPr="007A3CCE" w:rsidRDefault="007C644E" w:rsidP="007C64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Охранная зона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ансамбля, расположенного вне границ населенного пункта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250 м от внешних </w:t>
                  </w:r>
                  <w:r w:rsidR="00421A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границ ансамбля</w:t>
                  </w:r>
                </w:p>
              </w:tc>
            </w:tr>
          </w:tbl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>
              <w:t>Водный объект</w:t>
            </w:r>
          </w:p>
        </w:tc>
        <w:tc>
          <w:tcPr>
            <w:tcW w:w="9923" w:type="dxa"/>
          </w:tcPr>
          <w:p w:rsidR="004B39ED" w:rsidRPr="007A3CCE" w:rsidRDefault="004B39ED" w:rsidP="00133EFC">
            <w:pPr>
              <w:pStyle w:val="Default"/>
            </w:pPr>
            <w:r w:rsidRPr="007A3CCE">
              <w:t xml:space="preserve">Ширина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рек или ручьев устанавливается от их истока для рек или ручьев протяженностью: </w:t>
            </w:r>
          </w:p>
          <w:p w:rsidR="004B39ED" w:rsidRPr="007A3CCE" w:rsidRDefault="004B39ED" w:rsidP="00133EFC">
            <w:pPr>
              <w:pStyle w:val="Default"/>
            </w:pPr>
            <w:r>
              <w:t>-</w:t>
            </w:r>
            <w:r w:rsidRPr="007A3CCE">
              <w:t xml:space="preserve"> до </w:t>
            </w:r>
            <w:r w:rsidR="007C644E">
              <w:t>10 км</w:t>
            </w:r>
            <w:r w:rsidRPr="007A3CCE">
              <w:t xml:space="preserve"> - в размере </w:t>
            </w:r>
            <w:r w:rsidR="007C644E">
              <w:t>50 м</w:t>
            </w:r>
            <w:r w:rsidRPr="007A3CCE">
              <w:t xml:space="preserve">; </w:t>
            </w:r>
          </w:p>
          <w:p w:rsidR="004B39ED" w:rsidRPr="007A3CCE" w:rsidRDefault="004B39ED" w:rsidP="00133EFC">
            <w:pPr>
              <w:pStyle w:val="Default"/>
            </w:pPr>
            <w:r>
              <w:t>-</w:t>
            </w:r>
            <w:r w:rsidRPr="007A3CCE">
              <w:t xml:space="preserve"> от </w:t>
            </w:r>
            <w:r w:rsidR="007C644E">
              <w:t>10</w:t>
            </w:r>
            <w:r w:rsidRPr="007A3CCE">
              <w:t xml:space="preserve"> до </w:t>
            </w:r>
            <w:r w:rsidR="007C644E">
              <w:t>50 км</w:t>
            </w:r>
            <w:r w:rsidRPr="007A3CCE">
              <w:t xml:space="preserve"> - в размере </w:t>
            </w:r>
            <w:r w:rsidR="007C644E">
              <w:t>100</w:t>
            </w:r>
            <w:r w:rsidRPr="007A3CCE">
              <w:t xml:space="preserve"> м; </w:t>
            </w:r>
          </w:p>
          <w:p w:rsidR="007C644E" w:rsidRDefault="004B39ED" w:rsidP="00133EFC">
            <w:pPr>
              <w:pStyle w:val="Default"/>
            </w:pPr>
            <w:r>
              <w:t>-</w:t>
            </w:r>
            <w:r w:rsidRPr="007A3CCE">
              <w:t xml:space="preserve"> от </w:t>
            </w:r>
            <w:r w:rsidR="007C644E">
              <w:t>50</w:t>
            </w:r>
            <w:r w:rsidRPr="007A3CCE">
              <w:t xml:space="preserve"> к</w:t>
            </w:r>
            <w:r w:rsidR="007C644E">
              <w:t>м</w:t>
            </w:r>
            <w:r w:rsidRPr="007A3CCE">
              <w:t xml:space="preserve"> и более - в размере </w:t>
            </w:r>
            <w:r w:rsidR="007C644E">
              <w:t>200 м</w:t>
            </w:r>
            <w:r w:rsidR="00875880">
              <w:t>.</w:t>
            </w:r>
          </w:p>
          <w:p w:rsidR="004B39ED" w:rsidRDefault="004B39ED" w:rsidP="00133EFC">
            <w:pPr>
              <w:pStyle w:val="Default"/>
            </w:pPr>
            <w:r w:rsidRPr="007A3CCE">
              <w:t xml:space="preserve">Для реки, ручья протяженностью менее </w:t>
            </w:r>
            <w:r w:rsidR="007C644E">
              <w:t>10 км</w:t>
            </w:r>
            <w:r w:rsidRPr="007A3CCE">
              <w:t xml:space="preserve"> от истока до устья </w:t>
            </w:r>
            <w:proofErr w:type="spellStart"/>
            <w:r w:rsidRPr="007A3CCE">
              <w:t>водоохранная</w:t>
            </w:r>
            <w:proofErr w:type="spellEnd"/>
            <w:r w:rsidRPr="007A3CCE">
              <w:t xml:space="preserve"> зона совпадает с прибрежной защитной полосой. </w:t>
            </w:r>
          </w:p>
          <w:p w:rsidR="004B39ED" w:rsidRPr="007A3CCE" w:rsidRDefault="004B39ED" w:rsidP="00133EFC">
            <w:pPr>
              <w:pStyle w:val="Default"/>
            </w:pPr>
            <w:r w:rsidRPr="007A3CCE">
              <w:t xml:space="preserve">Радиус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для истоков реки, ручья устанавливается в размере </w:t>
            </w:r>
            <w:r w:rsidR="007C644E">
              <w:t>50 м</w:t>
            </w:r>
            <w:r w:rsidRPr="007A3CCE">
              <w:t xml:space="preserve">. </w:t>
            </w:r>
          </w:p>
          <w:p w:rsidR="004B39ED" w:rsidRPr="007A3CCE" w:rsidRDefault="004B39ED" w:rsidP="00133EFC">
            <w:pPr>
              <w:pStyle w:val="Default"/>
            </w:pPr>
            <w:r w:rsidRPr="007A3CCE">
              <w:t xml:space="preserve">Ширина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озера, водохранилища, за исключением озера, расположенного внутри болота, или озера, водохранилища с акваторией менее 0,5 </w:t>
            </w:r>
            <w:proofErr w:type="spellStart"/>
            <w:r w:rsidRPr="007A3CCE">
              <w:t>кв</w:t>
            </w:r>
            <w:proofErr w:type="gramStart"/>
            <w:r w:rsidR="007C644E">
              <w:t>.к</w:t>
            </w:r>
            <w:proofErr w:type="gramEnd"/>
            <w:r w:rsidR="007C644E">
              <w:t>м</w:t>
            </w:r>
            <w:proofErr w:type="spellEnd"/>
            <w:r w:rsidR="007C644E">
              <w:t>,</w:t>
            </w:r>
            <w:r w:rsidRPr="007A3CCE">
              <w:t xml:space="preserve"> устанавливается в размере </w:t>
            </w:r>
            <w:r w:rsidR="007C644E">
              <w:t>50 м</w:t>
            </w:r>
            <w:r w:rsidRPr="007A3CCE">
              <w:t xml:space="preserve">. </w:t>
            </w:r>
          </w:p>
          <w:p w:rsidR="004B39ED" w:rsidRPr="007A3CCE" w:rsidRDefault="004B39ED" w:rsidP="00133EFC">
            <w:pPr>
              <w:pStyle w:val="Default"/>
            </w:pPr>
            <w:r w:rsidRPr="007A3CCE">
              <w:t xml:space="preserve">Ширина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водохранилища, расположенного на водотоке, устанавливается равной ширине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этого водотока. </w:t>
            </w:r>
          </w:p>
          <w:p w:rsidR="004B39ED" w:rsidRPr="007A3CCE" w:rsidRDefault="004B39ED" w:rsidP="007C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Для расположенных в </w:t>
            </w:r>
            <w:r w:rsidRPr="00F90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границах болот проточных и сточных озер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90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оответствующих водотоков ширина прибрежной защитной полосы устанавливается в размере </w:t>
            </w:r>
            <w:r w:rsidR="007C6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м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</w:pPr>
            <w:r w:rsidRPr="007A3CCE">
              <w:t xml:space="preserve">Канализация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F43A04" w:rsidP="00133EFC">
            <w:pPr>
              <w:pStyle w:val="Default"/>
            </w:pPr>
            <w:r>
              <w:t>Минимальная охранная зона б</w:t>
            </w:r>
            <w:r w:rsidR="004B39ED" w:rsidRPr="007A3CCE">
              <w:t xml:space="preserve">ытовой напорной канализации </w:t>
            </w:r>
            <w:r w:rsidR="007C644E">
              <w:t>-</w:t>
            </w:r>
            <w:r w:rsidR="004B39ED" w:rsidRPr="007A3CCE">
              <w:t xml:space="preserve"> 5 м от трубы до фундамента здания или сооружения. </w:t>
            </w:r>
          </w:p>
          <w:p w:rsidR="004B39ED" w:rsidRPr="007A3CCE" w:rsidRDefault="00F43A04" w:rsidP="007C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Минимальная охранная зона к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>анализаци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 самотечн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7C64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 3 м </w:t>
            </w:r>
          </w:p>
        </w:tc>
      </w:tr>
      <w:tr w:rsidR="004B39ED" w:rsidRPr="007A3CCE" w:rsidTr="00421A61">
        <w:tc>
          <w:tcPr>
            <w:tcW w:w="47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5"/>
            </w:tblGrid>
            <w:tr w:rsidR="004B39ED" w:rsidRPr="007A3CCE" w:rsidTr="00A8184D">
              <w:trPr>
                <w:trHeight w:val="600"/>
              </w:trPr>
              <w:tc>
                <w:tcPr>
                  <w:tcW w:w="1775" w:type="dxa"/>
                </w:tcPr>
                <w:p w:rsidR="004B39ED" w:rsidRPr="007A3CCE" w:rsidRDefault="004B39ED" w:rsidP="00133E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Водопровод </w:t>
                  </w:r>
                </w:p>
              </w:tc>
            </w:tr>
          </w:tbl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F43A04" w:rsidP="007C64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Минимальная о</w:t>
            </w:r>
            <w:r w:rsidR="004B39ED" w:rsidRPr="007A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хранная зона водопровода </w:t>
            </w:r>
            <w:r w:rsidR="007C6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B39ED" w:rsidRPr="007A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 от фундамента объекта до сети 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</w:pPr>
            <w:r w:rsidRPr="007A3CCE">
              <w:t xml:space="preserve">Тепловые сети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4B39ED" w:rsidP="00875880">
            <w:pPr>
              <w:pStyle w:val="Default"/>
              <w:rPr>
                <w:b/>
              </w:rPr>
            </w:pPr>
            <w:r w:rsidRPr="007A3CCE">
              <w:t>Минимальная охранная зона теплов</w:t>
            </w:r>
            <w:r w:rsidR="00875880">
              <w:t>ой</w:t>
            </w:r>
            <w:r w:rsidRPr="007A3CCE">
              <w:t xml:space="preserve"> сет</w:t>
            </w:r>
            <w:r w:rsidR="00875880">
              <w:t>и</w:t>
            </w:r>
            <w:r w:rsidRPr="007A3CCE">
              <w:t xml:space="preserve"> от наружной стенки </w:t>
            </w:r>
            <w:r w:rsidR="004A7CDA">
              <w:t xml:space="preserve">канала, тоннеля, от оболочки </w:t>
            </w:r>
            <w:proofErr w:type="spellStart"/>
            <w:r w:rsidR="004A7CDA">
              <w:t>бес</w:t>
            </w:r>
            <w:r w:rsidRPr="007A3CCE">
              <w:t>канальной</w:t>
            </w:r>
            <w:proofErr w:type="spellEnd"/>
            <w:r w:rsidRPr="007A3CCE">
              <w:t xml:space="preserve"> прокладки до фундамента здания </w:t>
            </w:r>
            <w:r w:rsidR="007C644E">
              <w:t>- 5 м</w:t>
            </w:r>
          </w:p>
        </w:tc>
      </w:tr>
      <w:tr w:rsidR="004B39ED" w:rsidRPr="007A3CCE" w:rsidTr="00421A61">
        <w:tc>
          <w:tcPr>
            <w:tcW w:w="4786" w:type="dxa"/>
            <w:tcBorders>
              <w:bottom w:val="single" w:sz="4" w:space="0" w:color="auto"/>
            </w:tcBorders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 w:rsidRPr="007A3CCE">
              <w:t xml:space="preserve">Полигон по захоронению и сортировке бытового мусора </w:t>
            </w: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4B39ED" w:rsidRPr="007A3CCE" w:rsidRDefault="007C644E" w:rsidP="007C644E">
            <w:pPr>
              <w:pStyle w:val="Default"/>
              <w:rPr>
                <w:b/>
              </w:rPr>
            </w:pPr>
            <w:r>
              <w:t>С</w:t>
            </w:r>
            <w:r w:rsidR="004B39ED" w:rsidRPr="007A3CCE">
              <w:t>анитарно-защитн</w:t>
            </w:r>
            <w:r>
              <w:t>ая</w:t>
            </w:r>
            <w:r w:rsidR="004B39ED" w:rsidRPr="007A3CCE">
              <w:t xml:space="preserve"> зон</w:t>
            </w:r>
            <w:r>
              <w:t>а – 500 м</w:t>
            </w:r>
            <w:r w:rsidR="004B39ED" w:rsidRPr="007A3CCE">
              <w:t xml:space="preserve"> от жил</w:t>
            </w:r>
            <w:r>
              <w:t>ой застройки до границ полигона</w:t>
            </w:r>
          </w:p>
        </w:tc>
      </w:tr>
      <w:tr w:rsidR="004B39ED" w:rsidRPr="007A3CCE" w:rsidTr="00421A61">
        <w:tc>
          <w:tcPr>
            <w:tcW w:w="4786" w:type="dxa"/>
            <w:tcBorders>
              <w:bottom w:val="single" w:sz="4" w:space="0" w:color="auto"/>
            </w:tcBorders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 w:rsidRPr="007A3CCE">
              <w:t xml:space="preserve">Скотомогильники </w:t>
            </w: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4B39ED" w:rsidRPr="0060384B" w:rsidRDefault="00F43A04" w:rsidP="00133EFC">
            <w:pPr>
              <w:pStyle w:val="Default"/>
            </w:pPr>
            <w:r>
              <w:t>С</w:t>
            </w:r>
            <w:r w:rsidRPr="007A3CCE">
              <w:t>анитарно-защитная зона</w:t>
            </w:r>
            <w:r w:rsidR="004A7CDA">
              <w:t xml:space="preserve"> </w:t>
            </w:r>
            <w:r w:rsidRPr="0060384B">
              <w:t>скотомогильника</w:t>
            </w:r>
            <w:r w:rsidR="004B39ED" w:rsidRPr="0060384B">
              <w:t xml:space="preserve"> с захоронением в ямах - 1000 м </w:t>
            </w:r>
          </w:p>
          <w:p w:rsidR="004B39ED" w:rsidRPr="007A3CCE" w:rsidRDefault="0060384B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84B">
              <w:rPr>
                <w:rFonts w:ascii="Times New Roman" w:hAnsi="Times New Roman" w:cs="Times New Roman"/>
                <w:sz w:val="24"/>
                <w:szCs w:val="24"/>
              </w:rPr>
              <w:t>Санитарно-защитная зона скотомогильника</w:t>
            </w:r>
            <w:r w:rsidR="004B39ED" w:rsidRPr="0060384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биологическими камерами </w:t>
            </w:r>
            <w:r w:rsidR="00F866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500 м </w:t>
            </w:r>
          </w:p>
        </w:tc>
      </w:tr>
    </w:tbl>
    <w:p w:rsidR="000D37FE" w:rsidRDefault="000D37FE" w:rsidP="000D37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37FE" w:rsidRPr="000D37FE" w:rsidRDefault="000D37FE" w:rsidP="000D37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37FE">
        <w:rPr>
          <w:rFonts w:ascii="Times New Roman" w:hAnsi="Times New Roman" w:cs="Times New Roman"/>
          <w:sz w:val="24"/>
          <w:szCs w:val="24"/>
        </w:rPr>
        <w:t>Границы зон охраны объектов культурного наследия: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- органом государственной власти субъекта Российской Федерации по согласованию с федеральным органом</w:t>
      </w:r>
      <w:proofErr w:type="gramEnd"/>
      <w:r w:rsidRPr="000D37FE">
        <w:rPr>
          <w:rFonts w:ascii="Times New Roman" w:hAnsi="Times New Roman" w:cs="Times New Roman"/>
          <w:sz w:val="24"/>
          <w:szCs w:val="24"/>
        </w:rPr>
        <w:t xml:space="preserve"> охраны объектов культурного наследия, а в отношении объектов культурного наследия регионального значения и объектов культурного наследия местного (муниципального) значения - в порядке, установленном законами субъектов Российской Федерации. Археологические предметы, обнаруженные в результате проведения изыскательских, проектных, земляных, строительных, мелиоративных, хозяйственных работ, работ по использованию лесов и иных работ, подлежат обязательной передаче физическими и (или) юридическими лицами, осуществляющими указанные работы, государству в порядке, установленном федеральным органом охраны объектов культурного наследия.</w:t>
      </w:r>
    </w:p>
    <w:p w:rsidR="000D37FE" w:rsidRPr="000D37FE" w:rsidRDefault="000D37FE" w:rsidP="000D3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37FE">
        <w:rPr>
          <w:rFonts w:ascii="Times New Roman" w:hAnsi="Times New Roman" w:cs="Times New Roman"/>
          <w:sz w:val="24"/>
          <w:szCs w:val="24"/>
        </w:rPr>
        <w:t>Особо охраняемые природные территории (ООПТ) –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решением государственной власти полностью или частично из хозяйственного пользования и для которых установлен режим особой охраны.</w:t>
      </w:r>
      <w:proofErr w:type="gramEnd"/>
      <w:r w:rsidRPr="000D37FE">
        <w:rPr>
          <w:rFonts w:ascii="Times New Roman" w:hAnsi="Times New Roman" w:cs="Times New Roman"/>
          <w:sz w:val="24"/>
          <w:szCs w:val="24"/>
        </w:rPr>
        <w:t xml:space="preserve"> К ООПТ относятся государственные природные заповедники, национальные парки, природные парки, государственные природные заказники, памятники природы, дендрологические памятники и ботанические сады, лечебно-оздоровительные местности курорты. </w:t>
      </w:r>
    </w:p>
    <w:p w:rsidR="000D37FE" w:rsidRPr="000D37FE" w:rsidRDefault="000D37FE" w:rsidP="000D37FE">
      <w:pPr>
        <w:tabs>
          <w:tab w:val="left" w:pos="115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7FE">
        <w:rPr>
          <w:rFonts w:ascii="Times New Roman" w:hAnsi="Times New Roman" w:cs="Times New Roman"/>
          <w:sz w:val="24"/>
          <w:szCs w:val="24"/>
        </w:rPr>
        <w:t>Территориальные зоны могут одновременно попадать под несколько видов ограничений, связанных с особыми условиями использования территорий. В случае</w:t>
      </w:r>
      <w:proofErr w:type="gramStart"/>
      <w:r w:rsidRPr="000D37F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D37FE">
        <w:rPr>
          <w:rFonts w:ascii="Times New Roman" w:hAnsi="Times New Roman" w:cs="Times New Roman"/>
          <w:sz w:val="24"/>
          <w:szCs w:val="24"/>
        </w:rPr>
        <w:t xml:space="preserve"> если земельный участок или объект капитального строительства расположен в границах нескольких зон с особыми условиями использования территорий, в том числе в границах зон охраны объектов культурного наследия,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и ограничений использования земельных участков и объектов капитального строительства, расположенных в границах зон с особыми условиями использования территорий, установленных в соответствии с законодательством Российской Федерации.</w:t>
      </w:r>
    </w:p>
    <w:p w:rsidR="000D37FE" w:rsidRPr="000D37FE" w:rsidRDefault="000D37FE" w:rsidP="008758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7FE">
        <w:rPr>
          <w:rFonts w:ascii="Times New Roman" w:hAnsi="Times New Roman" w:cs="Times New Roman"/>
          <w:sz w:val="24"/>
          <w:szCs w:val="24"/>
        </w:rPr>
        <w:t>Виды и границы зон с особыми условиями использования территорий могут уточняться (изменяться, отражаться) посредством внесения изменений в правила землепользования и застройки.</w:t>
      </w:r>
    </w:p>
    <w:p w:rsidR="000D37FE" w:rsidRPr="000D37FE" w:rsidRDefault="000D37FE" w:rsidP="000D3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7FE">
        <w:rPr>
          <w:rFonts w:ascii="Times New Roman" w:hAnsi="Times New Roman" w:cs="Times New Roman"/>
          <w:sz w:val="24"/>
          <w:szCs w:val="24"/>
        </w:rPr>
        <w:t xml:space="preserve">В случае отсутствия определенного параметра охранной зоны, санитарно-защитной зоны в правилах землепользования и застройки следует применять требования СанПиН 2.2.1/2.1.1.1200-03 «Санитарно-защитные зоны и санитарная классификация предприятий, сооружений и иных объектов», СП 42.13330.2011 «СНиП 2.07.01-89* Градостроительство. Планировка и застройка городских и сельских поселений», СП 32.13330.2012 "Канализация. Наружные сети и сооружения", СанПиН 2.1.8/2.2.4.1383-03 "Гигиенические требования к </w:t>
      </w:r>
      <w:r w:rsidRPr="000D37FE">
        <w:rPr>
          <w:rFonts w:ascii="Times New Roman" w:hAnsi="Times New Roman" w:cs="Times New Roman"/>
          <w:sz w:val="24"/>
          <w:szCs w:val="24"/>
        </w:rPr>
        <w:lastRenderedPageBreak/>
        <w:t>размещению и эксплуатации передающих радиотехнических объектов» и иными документами, регулирующими вопросы градостроительной деятельности.</w:t>
      </w:r>
    </w:p>
    <w:p w:rsidR="00133EFC" w:rsidRDefault="00133EFC" w:rsidP="000D37FE">
      <w:pPr>
        <w:tabs>
          <w:tab w:val="left" w:pos="1155"/>
        </w:tabs>
        <w:ind w:firstLine="709"/>
        <w:jc w:val="both"/>
      </w:pPr>
      <w:proofErr w:type="gramStart"/>
      <w:r w:rsidRPr="000012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Расстояния от наземных и наземно-подземных гаражей, открытых стоянок, предназначенных для постоянного и временного хранения легковых автомобилей, и станций технического обслуживания до жилых домов и общественных зданий, а также до участков школ, детских яслей-садов и лечебных учреждений стационарного типа, размещаемых на территориях</w:t>
      </w:r>
      <w:r w:rsidR="00895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жилых, общественно-деловых </w:t>
      </w:r>
      <w:r w:rsidR="00F8664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</w:t>
      </w:r>
      <w:r w:rsidRPr="0000122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следует принимать не менее приведенных в таблице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tbl>
      <w:tblPr>
        <w:tblW w:w="14929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8"/>
        <w:gridCol w:w="80"/>
        <w:gridCol w:w="1140"/>
        <w:gridCol w:w="1164"/>
        <w:gridCol w:w="357"/>
        <w:gridCol w:w="597"/>
        <w:gridCol w:w="1139"/>
        <w:gridCol w:w="908"/>
        <w:gridCol w:w="49"/>
        <w:gridCol w:w="1115"/>
        <w:gridCol w:w="303"/>
        <w:gridCol w:w="1509"/>
        <w:gridCol w:w="50"/>
      </w:tblGrid>
      <w:tr w:rsidR="004B39ED" w:rsidRPr="0000122E" w:rsidTr="004B3C41">
        <w:trPr>
          <w:gridAfter w:val="3"/>
          <w:wAfter w:w="1817" w:type="dxa"/>
          <w:trHeight w:val="35"/>
          <w:tblCellSpacing w:w="15" w:type="dxa"/>
        </w:trPr>
        <w:tc>
          <w:tcPr>
            <w:tcW w:w="6473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10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42" w:type="dxa"/>
            <w:gridSpan w:val="3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133EFC" w:rsidRPr="0000122E" w:rsidTr="004B3C41">
        <w:trPr>
          <w:gridAfter w:val="1"/>
          <w:wAfter w:w="5" w:type="dxa"/>
          <w:tblCellSpacing w:w="15" w:type="dxa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Здания, до которых определяется расстояние </w:t>
            </w:r>
          </w:p>
        </w:tc>
        <w:tc>
          <w:tcPr>
            <w:tcW w:w="833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Расстояние, </w:t>
            </w:r>
            <w:proofErr w:type="gramStart"/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4B39ED" w:rsidRPr="0000122E" w:rsidTr="004B3C41">
        <w:trPr>
          <w:gridAfter w:val="1"/>
          <w:wAfter w:w="5" w:type="dxa"/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5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гаражей и открытых стоянок при числе легковых автомобилей </w:t>
            </w:r>
          </w:p>
        </w:tc>
        <w:tc>
          <w:tcPr>
            <w:tcW w:w="29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станций технического обслуживания при числе постов</w:t>
            </w:r>
          </w:p>
        </w:tc>
      </w:tr>
      <w:tr w:rsidR="004B3C41" w:rsidRPr="0000122E" w:rsidTr="004B3C41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и менее </w:t>
            </w:r>
          </w:p>
        </w:tc>
        <w:tc>
          <w:tcPr>
            <w:tcW w:w="266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11-50 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и менее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11-30 </w:t>
            </w:r>
          </w:p>
        </w:tc>
      </w:tr>
      <w:tr w:rsidR="004B3C41" w:rsidRPr="0000122E" w:rsidTr="004B3C41">
        <w:trPr>
          <w:tblCellSpacing w:w="15" w:type="dxa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дома</w:t>
            </w:r>
          </w:p>
        </w:tc>
        <w:tc>
          <w:tcPr>
            <w:tcW w:w="27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266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</w:tr>
      <w:tr w:rsidR="004B3C41" w:rsidRPr="0000122E" w:rsidTr="004B3C41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торцы жилых домов без окон</w:t>
            </w:r>
          </w:p>
        </w:tc>
        <w:tc>
          <w:tcPr>
            <w:tcW w:w="271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266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13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51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</w:tr>
      <w:tr w:rsidR="004B3C41" w:rsidRPr="0000122E" w:rsidTr="004B3C41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здания</w:t>
            </w:r>
          </w:p>
        </w:tc>
        <w:tc>
          <w:tcPr>
            <w:tcW w:w="271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266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13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51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4B3C41" w:rsidRPr="0000122E" w:rsidTr="004B3C41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школы и детские дошкольные учреждения</w:t>
            </w:r>
          </w:p>
        </w:tc>
        <w:tc>
          <w:tcPr>
            <w:tcW w:w="271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266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13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51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4B3C41" w:rsidRPr="0000122E" w:rsidTr="004B3C41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Лечебные учреждения со стационаром</w:t>
            </w:r>
          </w:p>
        </w:tc>
        <w:tc>
          <w:tcPr>
            <w:tcW w:w="271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266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3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51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C41" w:rsidRPr="0000122E" w:rsidRDefault="004B3C41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4B39ED" w:rsidRPr="0000122E" w:rsidTr="004B3C41">
        <w:trPr>
          <w:gridAfter w:val="1"/>
          <w:wAfter w:w="5" w:type="dxa"/>
          <w:tblCellSpacing w:w="15" w:type="dxa"/>
        </w:trPr>
        <w:tc>
          <w:tcPr>
            <w:tcW w:w="148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2A119D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Определяется по согласованию с органами Государственного санитарно-эпидемиологического надзора.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** Для зданий гаражей III-V степеней огнестойкости расстояния следует принимать не менее 12 м.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Примечания: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1. Расстояния следует определять от окон жилых и общественных зданий и от границ земельных участков общеобразовательных школ, детских дошкольных учреждений и лечебных учреждений со стационаром до стен гаража или границ открытой стоянки.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023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Для гаражей I-II степеней огнестойкости указанные в таблице 10 расстояния допускается сокращать на 25% при отсутствии в гаражах открывающихся окон, а также въездов, ориентированных в сторону жилых и общественных зданий.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023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Для гаражей вместимостью более 10 машин указанные в таблице 10 расстояния допускается принимать по интерполяции.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023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одноэтажных гаражах боксового типа, принадлежащих гражданам, допускается устройство погребов.</w:t>
            </w:r>
          </w:p>
        </w:tc>
      </w:tr>
    </w:tbl>
    <w:p w:rsidR="004B39ED" w:rsidRDefault="004B39ED" w:rsidP="005D2B48">
      <w:pPr>
        <w:pStyle w:val="Default"/>
        <w:spacing w:line="276" w:lineRule="auto"/>
        <w:ind w:firstLine="709"/>
        <w:jc w:val="both"/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276"/>
      </w:tblGrid>
      <w:tr w:rsidR="004B39ED" w:rsidRPr="002A119D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2A119D" w:rsidRDefault="004B39ED" w:rsidP="00403BC7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2A11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ерритории, в отношении которых в соответствии с </w:t>
            </w:r>
            <w:r w:rsidR="00403BC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2A11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радостроительным кодексом </w:t>
            </w:r>
            <w:r w:rsidR="0087588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2A11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оссийской </w:t>
            </w:r>
            <w:r w:rsidR="00875880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Pr="002A119D">
              <w:rPr>
                <w:rFonts w:ascii="Times New Roman" w:hAnsi="Times New Roman" w:cs="Times New Roman"/>
                <w:b/>
                <w:sz w:val="28"/>
                <w:szCs w:val="28"/>
              </w:rPr>
              <w:t>едерации градостроительные регламенты не устанавливаются</w:t>
            </w:r>
          </w:p>
        </w:tc>
      </w:tr>
      <w:tr w:rsidR="004B39ED" w:rsidRPr="009E3641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9E3641" w:rsidRDefault="004B39ED" w:rsidP="00A81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 xml:space="preserve"> лесного фонда</w:t>
            </w:r>
          </w:p>
        </w:tc>
      </w:tr>
      <w:tr w:rsidR="004B39ED" w:rsidRPr="009E3641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9E3641" w:rsidRDefault="004B39ED" w:rsidP="00A81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, покрыты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поверхностными водами</w:t>
            </w:r>
          </w:p>
        </w:tc>
      </w:tr>
      <w:tr w:rsidR="004B39ED" w:rsidRPr="009E3641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9E3641" w:rsidRDefault="004B39ED" w:rsidP="00A81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 xml:space="preserve"> особо охраняемых природных территорий (за исключением земель лечебно-оздоровительных местностей и курортов)</w:t>
            </w:r>
          </w:p>
        </w:tc>
      </w:tr>
      <w:tr w:rsidR="004B39ED" w:rsidRPr="009E3641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9E3641" w:rsidRDefault="004B39ED" w:rsidP="00A81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угодий в составе земель сельскохозяйственного назначения</w:t>
            </w:r>
          </w:p>
        </w:tc>
      </w:tr>
    </w:tbl>
    <w:p w:rsidR="004B39ED" w:rsidRPr="004B39ED" w:rsidRDefault="004B39ED" w:rsidP="004B39ED"/>
    <w:sectPr w:rsidR="004B39ED" w:rsidRPr="004B39ED" w:rsidSect="0093642C">
      <w:head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4E" w:rsidRDefault="001E054E" w:rsidP="0093642C">
      <w:pPr>
        <w:spacing w:after="0" w:line="240" w:lineRule="auto"/>
      </w:pPr>
      <w:r>
        <w:separator/>
      </w:r>
    </w:p>
  </w:endnote>
  <w:endnote w:type="continuationSeparator" w:id="0">
    <w:p w:rsidR="001E054E" w:rsidRDefault="001E054E" w:rsidP="00936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4E" w:rsidRDefault="001E054E" w:rsidP="0093642C">
      <w:pPr>
        <w:spacing w:after="0" w:line="240" w:lineRule="auto"/>
      </w:pPr>
      <w:r>
        <w:separator/>
      </w:r>
    </w:p>
  </w:footnote>
  <w:footnote w:type="continuationSeparator" w:id="0">
    <w:p w:rsidR="001E054E" w:rsidRDefault="001E054E" w:rsidP="00936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970526"/>
      <w:docPartObj>
        <w:docPartGallery w:val="Page Numbers (Top of Page)"/>
        <w:docPartUnique/>
      </w:docPartObj>
    </w:sdtPr>
    <w:sdtContent>
      <w:p w:rsidR="00FB0568" w:rsidRDefault="00FB05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25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B0568" w:rsidRDefault="00FB05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5D5"/>
    <w:rsid w:val="00006668"/>
    <w:rsid w:val="00013C70"/>
    <w:rsid w:val="000173CD"/>
    <w:rsid w:val="000232D5"/>
    <w:rsid w:val="00024794"/>
    <w:rsid w:val="00035F9C"/>
    <w:rsid w:val="000455D5"/>
    <w:rsid w:val="0004623D"/>
    <w:rsid w:val="000535C5"/>
    <w:rsid w:val="00067133"/>
    <w:rsid w:val="00077259"/>
    <w:rsid w:val="000A12F2"/>
    <w:rsid w:val="000A331B"/>
    <w:rsid w:val="000A5E94"/>
    <w:rsid w:val="000D37FE"/>
    <w:rsid w:val="000D64D8"/>
    <w:rsid w:val="000F2A30"/>
    <w:rsid w:val="00114C74"/>
    <w:rsid w:val="00124D59"/>
    <w:rsid w:val="00133EFC"/>
    <w:rsid w:val="00135DC1"/>
    <w:rsid w:val="0014586C"/>
    <w:rsid w:val="001572CC"/>
    <w:rsid w:val="00160C05"/>
    <w:rsid w:val="00161B10"/>
    <w:rsid w:val="0017184D"/>
    <w:rsid w:val="00177090"/>
    <w:rsid w:val="00183FAC"/>
    <w:rsid w:val="0018737A"/>
    <w:rsid w:val="00192842"/>
    <w:rsid w:val="00194CF0"/>
    <w:rsid w:val="001A32BD"/>
    <w:rsid w:val="001A57A0"/>
    <w:rsid w:val="001C765B"/>
    <w:rsid w:val="001E0409"/>
    <w:rsid w:val="001E054E"/>
    <w:rsid w:val="001F0AD8"/>
    <w:rsid w:val="002306CC"/>
    <w:rsid w:val="0025759C"/>
    <w:rsid w:val="00264AA3"/>
    <w:rsid w:val="00280887"/>
    <w:rsid w:val="002864CF"/>
    <w:rsid w:val="00290360"/>
    <w:rsid w:val="00295AF6"/>
    <w:rsid w:val="002A119D"/>
    <w:rsid w:val="002C41F4"/>
    <w:rsid w:val="002C62A8"/>
    <w:rsid w:val="002D0B50"/>
    <w:rsid w:val="00305F22"/>
    <w:rsid w:val="00311AC8"/>
    <w:rsid w:val="0034178E"/>
    <w:rsid w:val="00350EB8"/>
    <w:rsid w:val="00352DF5"/>
    <w:rsid w:val="00365935"/>
    <w:rsid w:val="003659F8"/>
    <w:rsid w:val="00371309"/>
    <w:rsid w:val="00390D8A"/>
    <w:rsid w:val="003A5FDD"/>
    <w:rsid w:val="003A7939"/>
    <w:rsid w:val="003B0039"/>
    <w:rsid w:val="003B0378"/>
    <w:rsid w:val="003C029D"/>
    <w:rsid w:val="003C2218"/>
    <w:rsid w:val="003C38B1"/>
    <w:rsid w:val="003E344D"/>
    <w:rsid w:val="00403BC7"/>
    <w:rsid w:val="004040D0"/>
    <w:rsid w:val="00421A61"/>
    <w:rsid w:val="004302D5"/>
    <w:rsid w:val="004423EA"/>
    <w:rsid w:val="00454940"/>
    <w:rsid w:val="00460635"/>
    <w:rsid w:val="0048570D"/>
    <w:rsid w:val="004912A8"/>
    <w:rsid w:val="00497AFD"/>
    <w:rsid w:val="004A7CDA"/>
    <w:rsid w:val="004B1C28"/>
    <w:rsid w:val="004B2F39"/>
    <w:rsid w:val="004B39ED"/>
    <w:rsid w:val="004B3C41"/>
    <w:rsid w:val="004C10C3"/>
    <w:rsid w:val="004C2A7A"/>
    <w:rsid w:val="004E25CF"/>
    <w:rsid w:val="004F0232"/>
    <w:rsid w:val="004F2C9E"/>
    <w:rsid w:val="005005A3"/>
    <w:rsid w:val="00504ED4"/>
    <w:rsid w:val="005149BD"/>
    <w:rsid w:val="00536169"/>
    <w:rsid w:val="00545DE1"/>
    <w:rsid w:val="00554738"/>
    <w:rsid w:val="00560853"/>
    <w:rsid w:val="00563E5C"/>
    <w:rsid w:val="005652A9"/>
    <w:rsid w:val="00584C09"/>
    <w:rsid w:val="00593486"/>
    <w:rsid w:val="00595B3D"/>
    <w:rsid w:val="00596291"/>
    <w:rsid w:val="005A5773"/>
    <w:rsid w:val="005C6D32"/>
    <w:rsid w:val="005D20B0"/>
    <w:rsid w:val="005D2B48"/>
    <w:rsid w:val="005F0B4C"/>
    <w:rsid w:val="005F2A60"/>
    <w:rsid w:val="005F314A"/>
    <w:rsid w:val="005F6B73"/>
    <w:rsid w:val="00601D37"/>
    <w:rsid w:val="0060323B"/>
    <w:rsid w:val="0060384B"/>
    <w:rsid w:val="00613C15"/>
    <w:rsid w:val="00624B59"/>
    <w:rsid w:val="006404DE"/>
    <w:rsid w:val="0064496B"/>
    <w:rsid w:val="0064776E"/>
    <w:rsid w:val="006612F7"/>
    <w:rsid w:val="006618CF"/>
    <w:rsid w:val="00667AAE"/>
    <w:rsid w:val="00682269"/>
    <w:rsid w:val="006856D8"/>
    <w:rsid w:val="0068695D"/>
    <w:rsid w:val="00697332"/>
    <w:rsid w:val="006A4554"/>
    <w:rsid w:val="006A720E"/>
    <w:rsid w:val="006D0B63"/>
    <w:rsid w:val="006D5A64"/>
    <w:rsid w:val="006E2554"/>
    <w:rsid w:val="006E77A8"/>
    <w:rsid w:val="006F1B51"/>
    <w:rsid w:val="006F7DE2"/>
    <w:rsid w:val="0070214D"/>
    <w:rsid w:val="00702855"/>
    <w:rsid w:val="00721702"/>
    <w:rsid w:val="007277C9"/>
    <w:rsid w:val="007349F2"/>
    <w:rsid w:val="0075118A"/>
    <w:rsid w:val="007533FF"/>
    <w:rsid w:val="007606BE"/>
    <w:rsid w:val="00783C4A"/>
    <w:rsid w:val="007A3CCE"/>
    <w:rsid w:val="007A496B"/>
    <w:rsid w:val="007A673F"/>
    <w:rsid w:val="007B2CDF"/>
    <w:rsid w:val="007C644E"/>
    <w:rsid w:val="007C65F4"/>
    <w:rsid w:val="007C6EF8"/>
    <w:rsid w:val="007D1AD5"/>
    <w:rsid w:val="007F53F0"/>
    <w:rsid w:val="008065B9"/>
    <w:rsid w:val="00822EA2"/>
    <w:rsid w:val="0084725F"/>
    <w:rsid w:val="00850919"/>
    <w:rsid w:val="00875880"/>
    <w:rsid w:val="00886C88"/>
    <w:rsid w:val="00892A47"/>
    <w:rsid w:val="00895B96"/>
    <w:rsid w:val="008A4FA6"/>
    <w:rsid w:val="008B6D2B"/>
    <w:rsid w:val="008C3CC9"/>
    <w:rsid w:val="008D4344"/>
    <w:rsid w:val="008D7E60"/>
    <w:rsid w:val="008E0D0F"/>
    <w:rsid w:val="008E0DC5"/>
    <w:rsid w:val="008E104D"/>
    <w:rsid w:val="008E4451"/>
    <w:rsid w:val="008E5A97"/>
    <w:rsid w:val="008F45CE"/>
    <w:rsid w:val="00901561"/>
    <w:rsid w:val="00901C6E"/>
    <w:rsid w:val="0093642C"/>
    <w:rsid w:val="009370C0"/>
    <w:rsid w:val="00950F7E"/>
    <w:rsid w:val="009607AF"/>
    <w:rsid w:val="009623B8"/>
    <w:rsid w:val="00966022"/>
    <w:rsid w:val="00975268"/>
    <w:rsid w:val="009863A2"/>
    <w:rsid w:val="009A6EF8"/>
    <w:rsid w:val="009B706A"/>
    <w:rsid w:val="009D0CFC"/>
    <w:rsid w:val="009D3365"/>
    <w:rsid w:val="009D3DE1"/>
    <w:rsid w:val="009D6D60"/>
    <w:rsid w:val="009E3641"/>
    <w:rsid w:val="009F3237"/>
    <w:rsid w:val="00A02A7C"/>
    <w:rsid w:val="00A144AC"/>
    <w:rsid w:val="00A32959"/>
    <w:rsid w:val="00A3336E"/>
    <w:rsid w:val="00A40EBC"/>
    <w:rsid w:val="00A415B6"/>
    <w:rsid w:val="00A417F2"/>
    <w:rsid w:val="00A8184D"/>
    <w:rsid w:val="00A93615"/>
    <w:rsid w:val="00AA267B"/>
    <w:rsid w:val="00AA60DB"/>
    <w:rsid w:val="00AA662F"/>
    <w:rsid w:val="00AB40EC"/>
    <w:rsid w:val="00AB5F30"/>
    <w:rsid w:val="00AE715A"/>
    <w:rsid w:val="00AF6AED"/>
    <w:rsid w:val="00B0664B"/>
    <w:rsid w:val="00B12D81"/>
    <w:rsid w:val="00B24002"/>
    <w:rsid w:val="00B32F2F"/>
    <w:rsid w:val="00B33456"/>
    <w:rsid w:val="00B42307"/>
    <w:rsid w:val="00B5750C"/>
    <w:rsid w:val="00B607CE"/>
    <w:rsid w:val="00B766EB"/>
    <w:rsid w:val="00B91635"/>
    <w:rsid w:val="00B9740F"/>
    <w:rsid w:val="00BA76C4"/>
    <w:rsid w:val="00BD6858"/>
    <w:rsid w:val="00BF61A9"/>
    <w:rsid w:val="00C12B02"/>
    <w:rsid w:val="00C13057"/>
    <w:rsid w:val="00C228E6"/>
    <w:rsid w:val="00C30EC2"/>
    <w:rsid w:val="00C45500"/>
    <w:rsid w:val="00C54361"/>
    <w:rsid w:val="00C618DD"/>
    <w:rsid w:val="00C70C11"/>
    <w:rsid w:val="00C738CF"/>
    <w:rsid w:val="00C80418"/>
    <w:rsid w:val="00C816E3"/>
    <w:rsid w:val="00CA66C4"/>
    <w:rsid w:val="00CC330B"/>
    <w:rsid w:val="00CD2448"/>
    <w:rsid w:val="00CD6B1D"/>
    <w:rsid w:val="00CE09C4"/>
    <w:rsid w:val="00CE5269"/>
    <w:rsid w:val="00D11082"/>
    <w:rsid w:val="00D1523E"/>
    <w:rsid w:val="00D23854"/>
    <w:rsid w:val="00D32092"/>
    <w:rsid w:val="00D426FD"/>
    <w:rsid w:val="00D466FD"/>
    <w:rsid w:val="00D610DF"/>
    <w:rsid w:val="00D644CD"/>
    <w:rsid w:val="00D705CB"/>
    <w:rsid w:val="00D732FE"/>
    <w:rsid w:val="00D80BAA"/>
    <w:rsid w:val="00DA1164"/>
    <w:rsid w:val="00DB3B2B"/>
    <w:rsid w:val="00DB5B80"/>
    <w:rsid w:val="00DB6E8E"/>
    <w:rsid w:val="00DC15D2"/>
    <w:rsid w:val="00DC2EAE"/>
    <w:rsid w:val="00DE5AC0"/>
    <w:rsid w:val="00E22391"/>
    <w:rsid w:val="00E41135"/>
    <w:rsid w:val="00E72572"/>
    <w:rsid w:val="00E807D8"/>
    <w:rsid w:val="00E9178F"/>
    <w:rsid w:val="00E94911"/>
    <w:rsid w:val="00E94A4A"/>
    <w:rsid w:val="00E97169"/>
    <w:rsid w:val="00EA48D7"/>
    <w:rsid w:val="00EB11FE"/>
    <w:rsid w:val="00EE2059"/>
    <w:rsid w:val="00F04A3F"/>
    <w:rsid w:val="00F057D0"/>
    <w:rsid w:val="00F11ADF"/>
    <w:rsid w:val="00F17F08"/>
    <w:rsid w:val="00F2444C"/>
    <w:rsid w:val="00F30A71"/>
    <w:rsid w:val="00F43A04"/>
    <w:rsid w:val="00F46390"/>
    <w:rsid w:val="00F53DB4"/>
    <w:rsid w:val="00F54004"/>
    <w:rsid w:val="00F64F1F"/>
    <w:rsid w:val="00F665C2"/>
    <w:rsid w:val="00F8172D"/>
    <w:rsid w:val="00F8664C"/>
    <w:rsid w:val="00F90223"/>
    <w:rsid w:val="00FA0CFA"/>
    <w:rsid w:val="00FB053F"/>
    <w:rsid w:val="00FB0568"/>
    <w:rsid w:val="00FB2E8E"/>
    <w:rsid w:val="00FC4F06"/>
    <w:rsid w:val="00FC5C6E"/>
    <w:rsid w:val="00FC7E16"/>
    <w:rsid w:val="00FD6785"/>
    <w:rsid w:val="00FE53CE"/>
    <w:rsid w:val="00FF5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642C"/>
  </w:style>
  <w:style w:type="paragraph" w:styleId="a6">
    <w:name w:val="footer"/>
    <w:basedOn w:val="a"/>
    <w:link w:val="a7"/>
    <w:uiPriority w:val="99"/>
    <w:unhideWhenUsed/>
    <w:rsid w:val="0093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642C"/>
  </w:style>
  <w:style w:type="paragraph" w:customStyle="1" w:styleId="Default">
    <w:name w:val="Default"/>
    <w:rsid w:val="001A32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Page">
    <w:name w:val="ConsPlusTitlePage"/>
    <w:rsid w:val="000247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5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7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0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6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9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9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5AA12-4C69-4AAE-9665-FE43B61F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12</Pages>
  <Words>3751</Words>
  <Characters>21386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 Валерия Валерьевна</dc:creator>
  <cp:lastModifiedBy>Дмитрий</cp:lastModifiedBy>
  <cp:revision>38</cp:revision>
  <cp:lastPrinted>2018-11-25T22:40:00Z</cp:lastPrinted>
  <dcterms:created xsi:type="dcterms:W3CDTF">2017-12-28T07:20:00Z</dcterms:created>
  <dcterms:modified xsi:type="dcterms:W3CDTF">2023-01-18T04:52:00Z</dcterms:modified>
</cp:coreProperties>
</file>